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85" w:type="dxa"/>
        <w:tblLook w:val="04A0" w:firstRow="1" w:lastRow="0" w:firstColumn="1" w:lastColumn="0" w:noHBand="0" w:noVBand="1"/>
      </w:tblPr>
      <w:tblGrid>
        <w:gridCol w:w="628"/>
        <w:gridCol w:w="2544"/>
        <w:gridCol w:w="1219"/>
        <w:gridCol w:w="40"/>
        <w:gridCol w:w="880"/>
        <w:gridCol w:w="271"/>
        <w:gridCol w:w="3161"/>
        <w:gridCol w:w="617"/>
      </w:tblGrid>
      <w:tr w:rsidR="00C21AAE" w:rsidRPr="00C21AAE" w14:paraId="290EB5DA" w14:textId="77777777" w:rsidTr="00C21AAE">
        <w:trPr>
          <w:trHeight w:val="330"/>
        </w:trPr>
        <w:tc>
          <w:tcPr>
            <w:tcW w:w="9360" w:type="dxa"/>
            <w:gridSpan w:val="8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0478CAF4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TEST CASE DESCRIPTION </w:t>
            </w:r>
          </w:p>
        </w:tc>
      </w:tr>
      <w:tr w:rsidR="00C21AAE" w:rsidRPr="00C21AAE" w14:paraId="0C30A92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463436A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F1DFD77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Code</w:t>
            </w:r>
          </w:p>
        </w:tc>
        <w:tc>
          <w:tcPr>
            <w:tcW w:w="92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C91B4C5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Version</w:t>
            </w:r>
          </w:p>
        </w:tc>
        <w:tc>
          <w:tcPr>
            <w:tcW w:w="404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CD0AAA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Title</w:t>
            </w:r>
          </w:p>
        </w:tc>
      </w:tr>
      <w:tr w:rsidR="00C21AAE" w:rsidRPr="00C21AAE" w14:paraId="5742EA6E" w14:textId="77777777" w:rsidTr="00C60925">
        <w:trPr>
          <w:trHeight w:val="509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D5419D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42E9B8" w14:textId="77777777" w:rsidR="00C21AAE" w:rsidRPr="00C21AAE" w:rsidRDefault="005E7793" w:rsidP="00595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3.8.4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D0ED5" w14:textId="12A59E96" w:rsidR="00C21AAE" w:rsidRPr="00C21AAE" w:rsidRDefault="00956A5B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4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EFEFD29" w14:textId="77777777" w:rsidR="00C21AAE" w:rsidRPr="00C21AAE" w:rsidRDefault="00E450AD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SB mode</w:t>
            </w:r>
            <w:r w:rsidR="00C000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Train in stabling area without valid location information and with previous group of </w:t>
            </w:r>
            <w:proofErr w:type="spellStart"/>
            <w:r w:rsidR="00C0002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balises</w:t>
            </w:r>
            <w:proofErr w:type="spellEnd"/>
            <w:r w:rsidR="00CA66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34A3F6AF" w14:textId="77777777" w:rsidTr="00145789">
        <w:trPr>
          <w:trHeight w:val="76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286450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19D2F8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35E993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4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D4E6C78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0411726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13B6F2B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Baseline applicable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0248510" w14:textId="77777777" w:rsidR="00C21AAE" w:rsidRPr="00C21AAE" w:rsidRDefault="00E4687C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Baseline </w:t>
            </w:r>
            <w:r w:rsidR="00081E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</w:tr>
      <w:tr w:rsidR="00C21AAE" w:rsidRPr="00C21AAE" w14:paraId="7CBDF4F1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C5DDC9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case author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7E44F2B" w14:textId="77777777" w:rsidR="00C21AAE" w:rsidRPr="00C21AAE" w:rsidRDefault="00522F2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ADIF</w:t>
            </w:r>
          </w:p>
        </w:tc>
      </w:tr>
      <w:tr w:rsidR="00C21AAE" w:rsidRPr="00C21AAE" w14:paraId="55187A06" w14:textId="77777777" w:rsidTr="00184E82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E6AB6F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Test Objective(s)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EF9ED7B" w14:textId="77777777" w:rsidR="00C21AAE" w:rsidRPr="00C21AAE" w:rsidRDefault="00F57A1E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Verify that the </w:t>
            </w:r>
            <w:proofErr w:type="spellStart"/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SoM</w:t>
            </w:r>
            <w:proofErr w:type="spellEnd"/>
            <w:r w:rsidRPr="00280BB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procedure is performed correctly when the train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a stabling</w:t>
            </w:r>
            <w:r w:rsidR="00674B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with invalid/unknown position and outside the ATAF</w:t>
            </w:r>
            <w:r w:rsidR="00CE2B5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(Automatic Track Ahead Free)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BA6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C21AAE" w:rsidRPr="00C21AAE" w14:paraId="4851194E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70E1937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Diagram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2EA0F1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C21AAE" w:rsidRPr="00C21AAE" w14:paraId="6B37E98F" w14:textId="77777777" w:rsidTr="007D1906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A4491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Starting conditions</w:t>
            </w: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381CB34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55D66A8" w14:textId="77777777" w:rsidR="00C21AAE" w:rsidRPr="00C21AAE" w:rsidRDefault="002D4A68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</w:tr>
      <w:tr w:rsidR="00C21AAE" w:rsidRPr="00C21AAE" w14:paraId="35BCCE7A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080B6F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EAB7E2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7413C6C1" w14:textId="77777777" w:rsidR="00C21AAE" w:rsidRPr="00C21AAE" w:rsidRDefault="00DE040B" w:rsidP="007B21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</w:t>
            </w:r>
            <w:r w:rsidR="007F749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</w:t>
            </w:r>
          </w:p>
        </w:tc>
      </w:tr>
      <w:tr w:rsidR="00C21AAE" w:rsidRPr="00C21AAE" w14:paraId="720085BA" w14:textId="77777777" w:rsidTr="007D1906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49FB9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C46489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0F5CB10A" w14:textId="77777777" w:rsidR="00C21AAE" w:rsidRPr="00C21AAE" w:rsidRDefault="00C63902" w:rsidP="00184E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C21AAE" w:rsidRPr="00C21AAE" w14:paraId="2E31091D" w14:textId="77777777" w:rsidTr="008B3455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171A2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652D4BC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Additional starting conditions</w:t>
            </w:r>
          </w:p>
        </w:tc>
        <w:tc>
          <w:tcPr>
            <w:tcW w:w="377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52B7FB39" w14:textId="77777777" w:rsidR="009E7808" w:rsidRDefault="00F57A1E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train is at standstill with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valid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/unknown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location information in front of a light signal with proceed aspect and outside the ATAF </w:t>
            </w:r>
            <w:r w:rsidR="00BA6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  <w:p w14:paraId="772DAC1F" w14:textId="76C1A1FA" w:rsidR="00522F2E" w:rsidRPr="00C21AAE" w:rsidRDefault="00522F2E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Train located in rear of the </w:t>
            </w:r>
            <w:r w:rsidR="00956A5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previous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BG of the light signal.</w:t>
            </w:r>
          </w:p>
        </w:tc>
      </w:tr>
      <w:tr w:rsidR="00C21AAE" w:rsidRPr="00C21AAE" w14:paraId="7507DCCE" w14:textId="77777777" w:rsidTr="00145789">
        <w:trPr>
          <w:trHeight w:val="510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A376E1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Sequence of the Test Case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B86FF96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Checkpoints</w:t>
            </w:r>
          </w:p>
        </w:tc>
      </w:tr>
      <w:tr w:rsidR="00C21AAE" w:rsidRPr="00C21AAE" w14:paraId="1B0688DF" w14:textId="77777777" w:rsidTr="00F57A1E">
        <w:trPr>
          <w:trHeight w:val="315"/>
        </w:trPr>
        <w:tc>
          <w:tcPr>
            <w:tcW w:w="628" w:type="dxa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9AEB755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EBC125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Step description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017907C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Interfaces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30E9D78" w14:textId="77777777" w:rsidR="00C21AAE" w:rsidRPr="00C21AAE" w:rsidRDefault="006F41FD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F41FD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Description of what to be tested at the interface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14:paraId="22BBD5D1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OK?</w:t>
            </w:r>
          </w:p>
        </w:tc>
      </w:tr>
      <w:tr w:rsidR="00C21AAE" w:rsidRPr="00C21AAE" w14:paraId="7372FF5A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BD9399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D44473" w14:textId="77777777" w:rsidR="00C21AAE" w:rsidRPr="007362A6" w:rsidRDefault="00FF321D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 driver validates or introduces the driver’s ID</w:t>
            </w:r>
            <w:r w:rsidR="003606AA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0552D0E3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245786" w14:textId="77777777" w:rsidR="00327483" w:rsidRPr="00C21AAE" w:rsidRDefault="00327483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6E3E9F52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D320A" w:rsidRPr="00C21AAE" w14:paraId="62DA2B36" w14:textId="77777777" w:rsidTr="00C02190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BB158F" w14:textId="77777777" w:rsidR="00ED320A" w:rsidRPr="00C21AAE" w:rsidRDefault="00ED32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36DE26" w14:textId="77777777" w:rsidR="00ED320A" w:rsidRPr="007362A6" w:rsidRDefault="00ED320A" w:rsidP="00A849C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CF5316C" w14:textId="77777777" w:rsidR="00ED320A" w:rsidRPr="00C21AAE" w:rsidRDefault="00ED320A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575B900" w14:textId="77777777" w:rsidR="00ED320A" w:rsidRPr="00C21AAE" w:rsidRDefault="003C2F25" w:rsidP="00714CD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DRIVER_ID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shd w:val="clear" w:color="auto" w:fill="auto"/>
          </w:tcPr>
          <w:p w14:paraId="20471AC1" w14:textId="77777777" w:rsidR="00ED320A" w:rsidRPr="00C21AAE" w:rsidRDefault="00ED320A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21AAE" w:rsidRPr="00C21AAE" w14:paraId="669524D0" w14:textId="77777777" w:rsidTr="005E7D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B8B34C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C34E0A" w14:textId="77777777" w:rsidR="00C21AAE" w:rsidRPr="00066A2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D95B0E6" w14:textId="77777777" w:rsidR="00C21AAE" w:rsidRPr="00C21AAE" w:rsidRDefault="00C21AAE" w:rsidP="00C21A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2B0242D" w14:textId="77777777" w:rsidR="00C21AAE" w:rsidRPr="00C21AAE" w:rsidRDefault="00C21AAE" w:rsidP="00D705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0A6883CE" w14:textId="77777777" w:rsidR="00C21AAE" w:rsidRPr="00C21AAE" w:rsidRDefault="00C21AAE" w:rsidP="00C21AA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26FFF619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B23B7F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13B40" w14:textId="77777777" w:rsidR="00F57A1E" w:rsidRPr="00F57A1E" w:rsidRDefault="00F57A1E" w:rsidP="00F5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establishment of a communication session is initiated by the EVC.</w:t>
            </w:r>
          </w:p>
          <w:p w14:paraId="666ABDFF" w14:textId="77777777" w:rsidR="001276C1" w:rsidRPr="00C21AAE" w:rsidRDefault="00F57A1E" w:rsidP="00F5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 position report with invalid position is sent to the RBC</w:t>
            </w:r>
            <w:r w:rsidR="003606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07D5DE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FA461F7" w14:textId="77777777" w:rsidR="00FC4860" w:rsidRPr="00C21AAE" w:rsidRDefault="00081E8C" w:rsidP="00644D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Safe radio connection “Connection Up”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4F2309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0EF2009A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90F13A" w14:textId="77777777" w:rsidR="00DE5949" w:rsidRPr="00D558CE" w:rsidRDefault="00DE594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83173D" w14:textId="77777777" w:rsidR="00DE5949" w:rsidRPr="00D558CE" w:rsidRDefault="00DE594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F387B" w14:textId="77777777" w:rsidR="00DE5949" w:rsidRPr="00C21AAE" w:rsidRDefault="00DE5949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7C69ECE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69C6E953" w14:textId="77777777" w:rsidR="00DE5949" w:rsidRPr="00C21AAE" w:rsidRDefault="00DE5949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1276C1" w:rsidRPr="00C21AAE" w14:paraId="1FA1DAA0" w14:textId="77777777" w:rsidTr="000D2D4E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0DD98D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FEC9C" w14:textId="77777777" w:rsidR="001276C1" w:rsidRPr="00D558C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04F637" w14:textId="77777777" w:rsidR="001276C1" w:rsidRPr="00C21AAE" w:rsidRDefault="001276C1" w:rsidP="000D2D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F6651C7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155</w:t>
            </w:r>
          </w:p>
          <w:p w14:paraId="435C292B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32</w:t>
            </w:r>
          </w:p>
          <w:p w14:paraId="41A4236C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159</w:t>
            </w:r>
          </w:p>
          <w:p w14:paraId="50EFC70B" w14:textId="77777777" w:rsidR="001276C1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157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9B3BE8D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1276C1" w:rsidRPr="00C21AAE" w14:paraId="54ED2BB5" w14:textId="77777777" w:rsidTr="009153F3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4CF6D5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A6008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6F08E6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B50878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Q_STATUS= 0 (invalid) / 2 (unknow</w:t>
            </w:r>
            <w:r w:rsidR="00674BB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</w:p>
          <w:p w14:paraId="53129DD0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0/1</w:t>
            </w:r>
          </w:p>
          <w:p w14:paraId="0C3D1393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NID_LRBG= 16777215 </w:t>
            </w:r>
          </w:p>
          <w:p w14:paraId="1E24AE2B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D_LRBG= 32767</w:t>
            </w:r>
          </w:p>
          <w:p w14:paraId="003A7134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Q_DIRLRBG=2</w:t>
            </w:r>
          </w:p>
          <w:p w14:paraId="5D15999A" w14:textId="77777777" w:rsidR="001276C1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Q_DLRBG=2</w:t>
            </w:r>
          </w:p>
          <w:p w14:paraId="20B28E41" w14:textId="77777777" w:rsidR="00081E8C" w:rsidRDefault="00081E8C" w:rsidP="00081E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7D08054A" w14:textId="77777777" w:rsidR="00081E8C" w:rsidRPr="00C21AAE" w:rsidRDefault="00081E8C" w:rsidP="00081E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955AE9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ST03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37BFD222" w14:textId="77777777" w:rsidR="001276C1" w:rsidRPr="00C21AAE" w:rsidRDefault="001276C1" w:rsidP="000D2D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43859733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B291E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94FC67" w14:textId="77777777" w:rsidR="00B250F9" w:rsidRPr="00C21AAE" w:rsidRDefault="00165AAB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accepts the train</w:t>
            </w:r>
            <w:r w:rsidR="003606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8A3C3F2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DA11485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79D2AF3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7832F498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066115" w14:textId="77777777" w:rsidR="00DE5949" w:rsidRPr="00D558CE" w:rsidRDefault="00DE594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C74F80" w14:textId="77777777" w:rsidR="00DE5949" w:rsidRPr="00D558CE" w:rsidRDefault="00DE594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B41B87E" w14:textId="77777777" w:rsidR="00DE5949" w:rsidRPr="00C21AAE" w:rsidRDefault="00DE594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34F8F32" w14:textId="77777777" w:rsidR="00DE5949" w:rsidRDefault="00DE5949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E352757" w14:textId="77777777" w:rsidR="00DE5949" w:rsidRPr="00C21AAE" w:rsidRDefault="00DE594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3171585F" w14:textId="77777777" w:rsidTr="00DE494A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DE60B5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0D266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F047A4F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9D4E7B8" w14:textId="77777777" w:rsidR="00B250F9" w:rsidRPr="00C21AAE" w:rsidRDefault="00D81C52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41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7CA281A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5D367197" w14:textId="77777777" w:rsidTr="00414A42">
        <w:trPr>
          <w:trHeight w:val="7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57EFB4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C93B944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371641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5DB06D" w14:textId="77777777" w:rsidR="00B250F9" w:rsidRPr="00C21AAE" w:rsidRDefault="00B250F9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B462641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5D839D60" w14:textId="77777777" w:rsidTr="00414A42">
        <w:trPr>
          <w:trHeight w:val="300"/>
        </w:trPr>
        <w:tc>
          <w:tcPr>
            <w:tcW w:w="628" w:type="dxa"/>
            <w:vMerge w:val="restart"/>
            <w:tcBorders>
              <w:top w:val="single" w:sz="4" w:space="0" w:color="auto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B08FDD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8BDB3D" w14:textId="77777777" w:rsidR="00B250F9" w:rsidRPr="00C21AAE" w:rsidRDefault="00F57A1E" w:rsidP="00F57A1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selec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ts train data entry. Train data</w:t>
            </w: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is entered or revalidated.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4C6697B7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D71855" w14:textId="77777777" w:rsidR="005C167D" w:rsidRPr="00C21AAE" w:rsidRDefault="005C167D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4CD27FB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F25" w:rsidRPr="00C21AAE" w14:paraId="6FF070AA" w14:textId="77777777" w:rsidTr="00414A42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3959DF" w14:textId="77777777" w:rsidR="003C2F25" w:rsidRDefault="003C2F2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398C5D" w14:textId="77777777" w:rsidR="003C2F25" w:rsidRPr="00C21AAE" w:rsidRDefault="003C2F25" w:rsidP="008437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6CAA926" w14:textId="77777777" w:rsidR="003C2F25" w:rsidRPr="00C21AAE" w:rsidRDefault="0003043C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7C7D6B8" w14:textId="77777777" w:rsidR="003C2F25" w:rsidRDefault="00F57A1E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selects </w:t>
            </w:r>
            <w:r w:rsidR="003C2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Data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entry</w:t>
            </w:r>
          </w:p>
          <w:p w14:paraId="3885285C" w14:textId="77777777" w:rsidR="003C2F25" w:rsidRPr="00C21AAE" w:rsidRDefault="003C2F2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676A3141" w14:textId="77777777" w:rsidR="003C2F25" w:rsidRPr="00C21AAE" w:rsidRDefault="003C2F25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250F9" w:rsidRPr="00C21AAE" w14:paraId="67F1258F" w14:textId="77777777" w:rsidTr="00414A42">
        <w:trPr>
          <w:trHeight w:val="300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1F12BB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1E7C35" w14:textId="77777777" w:rsidR="00B250F9" w:rsidRPr="00D558C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98FC2DD" w14:textId="77777777" w:rsidR="00B250F9" w:rsidRPr="00C21AAE" w:rsidRDefault="00B250F9" w:rsidP="00DE49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0B336850" w14:textId="77777777" w:rsidR="00D81C52" w:rsidRDefault="00F57A1E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 = 20</w:t>
            </w:r>
          </w:p>
          <w:p w14:paraId="4E35783D" w14:textId="77777777" w:rsidR="00F57A1E" w:rsidRPr="00D81C52" w:rsidRDefault="00F57A1E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M_DRIVERACTIONS=21</w:t>
            </w:r>
          </w:p>
          <w:p w14:paraId="74529852" w14:textId="77777777" w:rsidR="00B250F9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129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FAA6BAA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250F9" w:rsidRPr="00C21AAE" w14:paraId="58E28E41" w14:textId="77777777" w:rsidTr="00414A42">
        <w:trPr>
          <w:trHeight w:val="221"/>
        </w:trPr>
        <w:tc>
          <w:tcPr>
            <w:tcW w:w="628" w:type="dxa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3ABFC2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DB4307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A73D4E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E7CA66" w14:textId="77777777" w:rsidR="00B250F9" w:rsidRPr="00C21AAE" w:rsidRDefault="00D81C52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04CAF01" w14:textId="77777777" w:rsidR="00B250F9" w:rsidRPr="00C21AAE" w:rsidRDefault="00B250F9" w:rsidP="00DE49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7A1E" w:rsidRPr="00C21AAE" w14:paraId="203AFE01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06784C1A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500C37EB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 and the EVC sends an MA request.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FCA0E3B" w14:textId="77777777" w:rsidR="00F57A1E" w:rsidRPr="00C21AAE" w:rsidRDefault="00F57A1E" w:rsidP="00E33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90E1CD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22332C66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7A1E" w:rsidRPr="00C21AAE" w14:paraId="531698CD" w14:textId="77777777" w:rsidTr="00F57A1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right w:val="single" w:sz="8" w:space="0" w:color="000000"/>
            </w:tcBorders>
            <w:shd w:val="clear" w:color="auto" w:fill="auto"/>
          </w:tcPr>
          <w:p w14:paraId="122F21A4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352A49AD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259350F" w14:textId="77777777" w:rsidR="00F57A1E" w:rsidRPr="00C21AAE" w:rsidRDefault="00F57A1E" w:rsidP="00E33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35557AB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Driver selects Start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1C10FF15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57A1E" w:rsidRPr="00C21AAE" w14:paraId="4808662B" w14:textId="77777777" w:rsidTr="00F57A1E">
        <w:trPr>
          <w:trHeight w:val="300"/>
        </w:trPr>
        <w:tc>
          <w:tcPr>
            <w:tcW w:w="628" w:type="dxa"/>
            <w:vMerge/>
            <w:tcBorders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4F0D7F3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995932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3FFBDCA" w14:textId="77777777" w:rsidR="00F57A1E" w:rsidRPr="00C21AAE" w:rsidRDefault="00F57A1E" w:rsidP="00E333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520B412" w14:textId="77777777" w:rsidR="00F57A1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M_DRIVERACTIONS=19</w:t>
            </w:r>
          </w:p>
          <w:p w14:paraId="52A8C72B" w14:textId="77777777" w:rsidR="00674BB6" w:rsidRPr="00C21AAE" w:rsidRDefault="00674BB6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FFFFFF" w:themeFill="background1"/>
          </w:tcPr>
          <w:p w14:paraId="2FED920A" w14:textId="77777777" w:rsidR="00F57A1E" w:rsidRPr="00C21AAE" w:rsidRDefault="00F57A1E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22010" w:rsidRPr="00C21AAE" w14:paraId="6E41F47E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54465FA" w14:textId="77777777" w:rsidR="00922010" w:rsidRPr="00C21AAE" w:rsidRDefault="00CA6668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08DFF1" w14:textId="77777777" w:rsidR="00922010" w:rsidRPr="00C21AAE" w:rsidRDefault="00BA6062" w:rsidP="00110F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RBC sends an </w:t>
            </w:r>
            <w:r w:rsidR="003606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authorization</w:t>
            </w:r>
            <w:r w:rsidR="009220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for running in SR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B83FC43" w14:textId="77777777" w:rsidR="00922010" w:rsidRPr="00C21AAE" w:rsidRDefault="00922010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1717CC4" w14:textId="77777777" w:rsidR="00922010" w:rsidRPr="00C21AAE" w:rsidRDefault="009220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9CC50BB" w14:textId="77777777" w:rsidR="00922010" w:rsidRPr="00C21AAE" w:rsidRDefault="00922010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1F412DC7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4D6874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AD0C85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8C63730" w14:textId="77777777" w:rsidR="00DE5949" w:rsidRPr="00C21AAE" w:rsidRDefault="00DE5949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40036E" w14:textId="77777777" w:rsidR="00DE5949" w:rsidRDefault="00DE5949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DD06861" w14:textId="77777777" w:rsidR="00DE5949" w:rsidRPr="00C21AA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3C37" w:rsidRPr="00C21AAE" w14:paraId="4C7F82C2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85EB49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007A5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51FA4A" w14:textId="77777777" w:rsidR="004A3C37" w:rsidRPr="00C21AAE" w:rsidRDefault="004A3C37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17FBCF50" w14:textId="77777777" w:rsidR="004A3C37" w:rsidRPr="00C21AAE" w:rsidRDefault="00D81C52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24CEF27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A3C37" w:rsidRPr="00C21AAE" w14:paraId="05F420D0" w14:textId="77777777" w:rsidTr="000F36BF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C83347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640CB9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48FE8E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5A7642" w14:textId="77777777" w:rsidR="004A3C37" w:rsidRPr="00C21AAE" w:rsidRDefault="00D81C52" w:rsidP="001323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D_SR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4277B8AA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7494" w:rsidRPr="00C21AAE" w14:paraId="62FDCD37" w14:textId="77777777" w:rsidTr="006D0D4C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19B70E2" w14:textId="77777777" w:rsidR="007F7494" w:rsidRPr="00C21AAE" w:rsidRDefault="00CA666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462CBF" w14:textId="77777777" w:rsidR="007F7494" w:rsidRPr="00C21AAE" w:rsidRDefault="00AA2CC2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driver acknowledge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 the entry 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SR mode</w:t>
            </w:r>
            <w:r w:rsidR="003606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762F8063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75D5BF0" w14:textId="77777777" w:rsidR="007F7494" w:rsidRPr="00C21AAE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9CD755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C2F25" w:rsidRPr="00C21AAE" w14:paraId="6F22E1B6" w14:textId="77777777" w:rsidTr="006D0D4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B6A234" w14:textId="77777777" w:rsidR="003C2F25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797BF6" w14:textId="77777777" w:rsidR="003C2F25" w:rsidRPr="00C21AAE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9954264" w14:textId="77777777" w:rsidR="003C2F25" w:rsidRPr="00C21AAE" w:rsidRDefault="003C2F25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03043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</w:t>
            </w:r>
            <w:r w:rsidR="00F57A1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E20CEBE" w14:textId="77777777" w:rsidR="003C2F25" w:rsidRPr="00C21AAE" w:rsidRDefault="00F57A1E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Driver </w:t>
            </w:r>
            <w:r w:rsidR="003C2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Acknowledge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 the entry in </w:t>
            </w:r>
            <w:r w:rsidR="003C2F2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mode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</w:tcPr>
          <w:p w14:paraId="2BA835C0" w14:textId="77777777" w:rsidR="003C2F25" w:rsidRPr="00C21AAE" w:rsidRDefault="003C2F25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7494" w:rsidRPr="00C21AAE" w14:paraId="1C00C0AE" w14:textId="77777777" w:rsidTr="006D0D4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39F097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F92DE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3422977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3C3D7367" w14:textId="77777777" w:rsidR="007F7494" w:rsidRPr="00C21AAE" w:rsidRDefault="00D81C52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M_DRIVERACTION=3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C810099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7494" w:rsidRPr="00414A42" w14:paraId="0AAE85B2" w14:textId="77777777" w:rsidTr="006D0D4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EC978B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7EA284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2D4E76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C27DAA9" w14:textId="77777777" w:rsidR="007F7494" w:rsidRPr="00CA6668" w:rsidRDefault="00D81C52" w:rsidP="00ED32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A66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M_MODE =2</w:t>
            </w:r>
          </w:p>
          <w:p w14:paraId="5FFC5E68" w14:textId="77777777" w:rsidR="00081E8C" w:rsidRPr="00CA6668" w:rsidRDefault="00081E8C" w:rsidP="00081E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A66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DMI_SYMB_STATUS</w:t>
            </w:r>
          </w:p>
          <w:p w14:paraId="6FBEB3E4" w14:textId="77777777" w:rsidR="00081E8C" w:rsidRPr="00CA6668" w:rsidRDefault="00081E8C" w:rsidP="00081E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CA6668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 xml:space="preserve">    MO09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02081231" w14:textId="77777777" w:rsidR="007F7494" w:rsidRPr="00CA6668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</w:p>
        </w:tc>
      </w:tr>
      <w:tr w:rsidR="007F7494" w:rsidRPr="00C21AAE" w14:paraId="5201B956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44BB15D" w14:textId="77777777" w:rsidR="007F7494" w:rsidRPr="00C21AAE" w:rsidRDefault="00CA6668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E03A5B" w14:textId="77777777" w:rsidR="007F7494" w:rsidRPr="00C21AAE" w:rsidRDefault="009153F3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After reading a </w:t>
            </w:r>
            <w:proofErr w:type="spellStart"/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balise</w:t>
            </w:r>
            <w:proofErr w:type="spellEnd"/>
            <w:r w:rsidRPr="009153F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group the train reports valid position</w:t>
            </w:r>
            <w:r w:rsidR="003606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32B9019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43DD28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1B882BB7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69A0DC7A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FF861" w14:textId="77777777" w:rsidR="00DE5949" w:rsidRPr="00D558CE" w:rsidRDefault="00DE594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58566F" w14:textId="77777777" w:rsidR="00DE5949" w:rsidRPr="00D558CE" w:rsidRDefault="00DE594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F8DF2E" w14:textId="77777777" w:rsidR="00DE5949" w:rsidRPr="00C21AAE" w:rsidRDefault="00DE5949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96AF1F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5AC8EFB5" w14:textId="77777777" w:rsidR="00DE5949" w:rsidRPr="00C21AAE" w:rsidRDefault="00DE5949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7F7494" w:rsidRPr="00C21AAE" w14:paraId="73B189DE" w14:textId="77777777" w:rsidTr="006D0D4C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371979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D91909" w14:textId="77777777" w:rsidR="007F7494" w:rsidRPr="00D558C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2A2658F" w14:textId="77777777" w:rsidR="007F7494" w:rsidRPr="00C21AAE" w:rsidRDefault="007F7494" w:rsidP="006D0D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B1ED905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97865E4" w14:textId="77777777" w:rsidR="007F7494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AE9BAD5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F7494" w:rsidRPr="00C21AAE" w14:paraId="571C3554" w14:textId="77777777" w:rsidTr="006D0D4C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02F9AA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30DDE0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BCC29A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825AE6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  <w:p w14:paraId="5AE5F1EF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427F497F" w14:textId="77777777" w:rsidR="007F7494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283367A7" w14:textId="77777777" w:rsidR="007F7494" w:rsidRPr="00C21AAE" w:rsidRDefault="007F7494" w:rsidP="006D0D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53F3" w:rsidRPr="00C21AAE" w14:paraId="1F0E9451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7036B22D" w14:textId="77777777" w:rsidR="009153F3" w:rsidRPr="00C21AAE" w:rsidRDefault="00CA6668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E604E" w14:textId="77777777" w:rsidR="009153F3" w:rsidRPr="00C21AAE" w:rsidRDefault="009153F3" w:rsidP="00BA606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 EVC sends a position report indicating that its “min safe front end” is inside the ATAF </w:t>
            </w:r>
            <w:r w:rsidR="00BA606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area</w:t>
            </w:r>
            <w:r w:rsidR="00AA25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(or inside the distance guarantee</w:t>
            </w:r>
            <w:r w:rsidR="004C5FFF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</w:t>
            </w:r>
            <w:r w:rsidR="00AA256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as free</w:t>
            </w:r>
            <w:r w:rsidR="00A25F35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8A18932" w14:textId="77777777" w:rsidR="009153F3" w:rsidRPr="00C21AAE" w:rsidRDefault="009153F3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8191C8D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566941CF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287A7745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CB368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5B574D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30F97E" w14:textId="77777777" w:rsidR="00DE5949" w:rsidRPr="00C21AAE" w:rsidRDefault="00DE5949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8E02C6B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3B14CFF3" w14:textId="77777777" w:rsidR="00DE5949" w:rsidRPr="00C21AA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7B05" w:rsidRPr="00C21AAE" w14:paraId="3C1F0CCB" w14:textId="77777777" w:rsidTr="00911CC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3E4B4F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C0D35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F39FAA" w14:textId="77777777" w:rsidR="00047B05" w:rsidRPr="00C21AAE" w:rsidRDefault="00047B05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2412ECD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59AD337B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  <w:p w14:paraId="649CDAAF" w14:textId="77777777" w:rsidR="00047B05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NID_LRBG≠16777215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7E6614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7B05" w:rsidRPr="00C21AAE" w14:paraId="278D0C88" w14:textId="77777777" w:rsidTr="00911C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E3AA795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3BBED1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1440E7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0AA3D4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Q_DIRLRBG≠2</w:t>
            </w:r>
          </w:p>
          <w:p w14:paraId="753BC18C" w14:textId="77777777" w:rsidR="00047B05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Q_DLRBG≠2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07D0748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53F3" w:rsidRPr="00C21AAE" w14:paraId="33FD8819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92679CC" w14:textId="77777777" w:rsidR="009153F3" w:rsidRPr="00C21AAE" w:rsidRDefault="00CA6668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1B7063" w14:textId="77777777" w:rsidR="009153F3" w:rsidRPr="00C21AAE" w:rsidRDefault="009153F3" w:rsidP="00E333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RBC sends a Movement authority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and the EVC switches from SR to FS mode.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2BB3414F" w14:textId="77777777" w:rsidR="009153F3" w:rsidRPr="00C21AAE" w:rsidRDefault="009153F3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6DD4825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 Symbol</w:t>
            </w: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225821E" w14:textId="77777777" w:rsidR="009153F3" w:rsidRPr="00C21AAE" w:rsidRDefault="009153F3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598136A4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5B00B3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368FCB" w14:textId="77777777" w:rsidR="00DE5949" w:rsidRPr="00D558C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37447F" w14:textId="77777777" w:rsidR="00DE5949" w:rsidRPr="00C21AAE" w:rsidRDefault="00DE5949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94BAF9A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479C7D56" w14:textId="77777777" w:rsidR="00DE5949" w:rsidRPr="00C21AAE" w:rsidRDefault="00DE5949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047B05" w:rsidRPr="00C21AAE" w14:paraId="0785A853" w14:textId="77777777" w:rsidTr="00911CC4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1A08B8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D5E32" w14:textId="77777777" w:rsidR="00047B05" w:rsidRPr="00D558C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33A39ED3" w14:textId="77777777" w:rsidR="00047B05" w:rsidRPr="00C21AAE" w:rsidRDefault="00047B05" w:rsidP="00911CC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2710C578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3</w:t>
            </w:r>
          </w:p>
          <w:p w14:paraId="497444A4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15</w:t>
            </w:r>
          </w:p>
          <w:p w14:paraId="0C7A1C53" w14:textId="77777777" w:rsidR="00047B05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21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39D6056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47B05" w:rsidRPr="00C21AAE" w14:paraId="535ACC40" w14:textId="77777777" w:rsidTr="00911CC4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972CE7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26EF7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87B36D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FB3132" w14:textId="77777777" w:rsidR="00047B05" w:rsidRDefault="00D81C52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27</w:t>
            </w:r>
          </w:p>
          <w:p w14:paraId="789B0169" w14:textId="77777777" w:rsidR="00081E8C" w:rsidRDefault="00081E8C" w:rsidP="00081E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DMI_SYMB_STATUS</w:t>
            </w:r>
          </w:p>
          <w:p w14:paraId="6D920676" w14:textId="77777777" w:rsidR="00081E8C" w:rsidRPr="00C21AAE" w:rsidRDefault="00081E8C" w:rsidP="00081E8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E306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14:paraId="160EDDAC" w14:textId="77777777" w:rsidR="00047B05" w:rsidRPr="00C21AAE" w:rsidRDefault="00047B05" w:rsidP="00911CC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153F3" w:rsidRPr="00C21AAE" w14:paraId="7DF3056B" w14:textId="77777777" w:rsidTr="005E7DBF">
        <w:trPr>
          <w:trHeight w:val="300"/>
        </w:trPr>
        <w:tc>
          <w:tcPr>
            <w:tcW w:w="628" w:type="dxa"/>
            <w:vMerge w:val="restart"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5D5A9900" w14:textId="77777777" w:rsidR="009153F3" w:rsidRPr="00C21AAE" w:rsidRDefault="009153F3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  <w:r w:rsidR="00CA666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4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AC8876" w14:textId="77777777" w:rsidR="009153F3" w:rsidRPr="00C21AAE" w:rsidRDefault="009153F3" w:rsidP="00E333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628E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 EVC reports to the RBC the train position</w:t>
            </w:r>
            <w:r w:rsidR="003606A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30FC138D" w14:textId="77777777" w:rsidR="009153F3" w:rsidRPr="00C21AAE" w:rsidRDefault="009153F3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(O)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186C54A" w14:textId="77777777" w:rsidR="009153F3" w:rsidRPr="00C21AAE" w:rsidRDefault="009153F3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  <w:hideMark/>
          </w:tcPr>
          <w:p w14:paraId="3A4B8325" w14:textId="77777777" w:rsidR="009153F3" w:rsidRPr="00C21AAE" w:rsidRDefault="009153F3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E5949" w:rsidRPr="00C21AAE" w14:paraId="02202555" w14:textId="77777777" w:rsidTr="005E7DBF">
        <w:trPr>
          <w:trHeight w:val="283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23D80C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44011" w14:textId="77777777" w:rsidR="00DE5949" w:rsidRPr="00D558C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AA1D3" w14:textId="77777777" w:rsidR="00DE5949" w:rsidRPr="00C21AAE" w:rsidRDefault="00DE5949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DMI (I)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4CDEC05E" w14:textId="77777777" w:rsidR="00DE5949" w:rsidRDefault="00DE5949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6A6A6" w:themeFill="background1" w:themeFillShade="A6"/>
          </w:tcPr>
          <w:p w14:paraId="1886B024" w14:textId="77777777" w:rsidR="00DE5949" w:rsidRPr="00C21AAE" w:rsidRDefault="00DE5949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4A3C37" w:rsidRPr="00C21AAE" w14:paraId="789A5BCE" w14:textId="77777777" w:rsidTr="000F36BF">
        <w:trPr>
          <w:trHeight w:val="300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44CF99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DCF062" w14:textId="77777777" w:rsidR="004A3C37" w:rsidRPr="00D558C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EFEBB3E" w14:textId="77777777" w:rsidR="004A3C37" w:rsidRPr="00C21AAE" w:rsidRDefault="004A3C37" w:rsidP="000F36B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JRU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5D61F29E" w14:textId="77777777" w:rsidR="00D81C52" w:rsidRPr="00D81C52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Message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136</w:t>
            </w:r>
          </w:p>
          <w:p w14:paraId="11A580FA" w14:textId="77777777" w:rsidR="004A3C37" w:rsidRPr="00C21AAE" w:rsidRDefault="00D81C52" w:rsidP="00D81C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Packet</w:t>
            </w: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</w:t>
            </w:r>
          </w:p>
        </w:tc>
        <w:tc>
          <w:tcPr>
            <w:tcW w:w="61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1551A7AD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4A3C37" w:rsidRPr="00C21AAE" w14:paraId="694DA411" w14:textId="77777777" w:rsidTr="00414A42">
        <w:trPr>
          <w:trHeight w:val="315"/>
        </w:trPr>
        <w:tc>
          <w:tcPr>
            <w:tcW w:w="628" w:type="dxa"/>
            <w:vMerge/>
            <w:tcBorders>
              <w:top w:val="nil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C0E45F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5F824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0D3893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12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401B6C" w14:textId="77777777" w:rsidR="004A3C37" w:rsidRPr="00C21AAE" w:rsidRDefault="00D81C52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81C5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M_MODE=0</w:t>
            </w:r>
          </w:p>
        </w:tc>
        <w:tc>
          <w:tcPr>
            <w:tcW w:w="61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double" w:sz="6" w:space="0" w:color="000000"/>
            </w:tcBorders>
            <w:vAlign w:val="center"/>
            <w:hideMark/>
          </w:tcPr>
          <w:p w14:paraId="5768C4AA" w14:textId="77777777" w:rsidR="004A3C37" w:rsidRPr="00C21AAE" w:rsidRDefault="004A3C37" w:rsidP="000F36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44802A19" w14:textId="77777777" w:rsidTr="00414A42">
        <w:trPr>
          <w:trHeight w:val="315"/>
        </w:trPr>
        <w:tc>
          <w:tcPr>
            <w:tcW w:w="3172" w:type="dxa"/>
            <w:gridSpan w:val="2"/>
            <w:vMerge w:val="restart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629C191C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Final state</w:t>
            </w: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197C2775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Level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0276A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388E41D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73641ED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DBD0E2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22E932BD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Mode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4C3ED2" w14:textId="77777777" w:rsidR="00E33F7B" w:rsidRPr="00C21AAE" w:rsidRDefault="00ED320A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FS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312E709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012C299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8BEC1A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DED7478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Train Speed (km/h)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9DCF5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</w:t>
            </w: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4EBE9A24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39FD4404" w14:textId="77777777" w:rsidTr="00145789">
        <w:trPr>
          <w:trHeight w:val="315"/>
        </w:trPr>
        <w:tc>
          <w:tcPr>
            <w:tcW w:w="3172" w:type="dxa"/>
            <w:gridSpan w:val="2"/>
            <w:vMerge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43C5B8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104EB1A" w14:textId="77777777" w:rsidR="00E33F7B" w:rsidRPr="00C21AAE" w:rsidRDefault="00E33F7B" w:rsidP="00E33F7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Other parameters</w:t>
            </w:r>
          </w:p>
        </w:tc>
        <w:tc>
          <w:tcPr>
            <w:tcW w:w="4312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BC1FD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701D958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33F7B" w:rsidRPr="00C21AAE" w14:paraId="6B85F45F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44271250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Final Test Result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29F65E21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33F7B" w:rsidRPr="00C21AAE" w14:paraId="46973BA2" w14:textId="77777777" w:rsidTr="00145789">
        <w:trPr>
          <w:trHeight w:val="3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14:paraId="0CFCDF4B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Field of Application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double" w:sz="6" w:space="0" w:color="000000"/>
            </w:tcBorders>
            <w:shd w:val="clear" w:color="auto" w:fill="auto"/>
            <w:hideMark/>
          </w:tcPr>
          <w:p w14:paraId="5C0F009C" w14:textId="77777777" w:rsidR="00E33F7B" w:rsidRPr="00C21AAE" w:rsidRDefault="00674BB6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Spain</w:t>
            </w:r>
          </w:p>
        </w:tc>
      </w:tr>
      <w:tr w:rsidR="00E33F7B" w:rsidRPr="00C21AAE" w14:paraId="6C496B33" w14:textId="77777777" w:rsidTr="00BA6062">
        <w:trPr>
          <w:trHeight w:val="615"/>
        </w:trPr>
        <w:tc>
          <w:tcPr>
            <w:tcW w:w="3172" w:type="dxa"/>
            <w:gridSpan w:val="2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hideMark/>
          </w:tcPr>
          <w:p w14:paraId="32D7A353" w14:textId="77777777" w:rsidR="00E33F7B" w:rsidRPr="00C21AAE" w:rsidRDefault="00E33F7B" w:rsidP="00E33F7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21AA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Briefing instructions</w:t>
            </w:r>
          </w:p>
        </w:tc>
        <w:tc>
          <w:tcPr>
            <w:tcW w:w="6188" w:type="dxa"/>
            <w:gridSpan w:val="6"/>
            <w:tcBorders>
              <w:top w:val="single" w:sz="8" w:space="0" w:color="000000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5A16918" w14:textId="77777777" w:rsidR="00E33F7B" w:rsidRPr="009C1531" w:rsidRDefault="00E33F7B" w:rsidP="0033296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14:paraId="57A2672E" w14:textId="77777777" w:rsidR="004B2B95" w:rsidRPr="005A792E" w:rsidRDefault="004B2B95" w:rsidP="00BB48B6"/>
    <w:sectPr w:rsidR="004B2B95" w:rsidRPr="005A79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0217D"/>
    <w:multiLevelType w:val="hybridMultilevel"/>
    <w:tmpl w:val="542453C6"/>
    <w:lvl w:ilvl="0" w:tplc="B798F55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60E76"/>
    <w:multiLevelType w:val="hybridMultilevel"/>
    <w:tmpl w:val="96025A18"/>
    <w:lvl w:ilvl="0" w:tplc="04989B0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641E7B"/>
    <w:multiLevelType w:val="hybridMultilevel"/>
    <w:tmpl w:val="DFEAB74A"/>
    <w:lvl w:ilvl="0" w:tplc="7DF20DD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3168B"/>
    <w:multiLevelType w:val="hybridMultilevel"/>
    <w:tmpl w:val="CE1228F0"/>
    <w:lvl w:ilvl="0" w:tplc="44A850D0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6088857">
    <w:abstractNumId w:val="0"/>
  </w:num>
  <w:num w:numId="2" w16cid:durableId="566690799">
    <w:abstractNumId w:val="3"/>
  </w:num>
  <w:num w:numId="3" w16cid:durableId="788744773">
    <w:abstractNumId w:val="2"/>
  </w:num>
  <w:num w:numId="4" w16cid:durableId="105928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3F64"/>
    <w:rsid w:val="00012BC5"/>
    <w:rsid w:val="000177A0"/>
    <w:rsid w:val="00025E33"/>
    <w:rsid w:val="000275BA"/>
    <w:rsid w:val="0003043C"/>
    <w:rsid w:val="00046A7D"/>
    <w:rsid w:val="00047B05"/>
    <w:rsid w:val="00055706"/>
    <w:rsid w:val="00066A2E"/>
    <w:rsid w:val="0008074F"/>
    <w:rsid w:val="00081E8C"/>
    <w:rsid w:val="00083381"/>
    <w:rsid w:val="00087306"/>
    <w:rsid w:val="00092095"/>
    <w:rsid w:val="00097960"/>
    <w:rsid w:val="000A55AF"/>
    <w:rsid w:val="000B78EC"/>
    <w:rsid w:val="000C3CE6"/>
    <w:rsid w:val="000C421C"/>
    <w:rsid w:val="000D1995"/>
    <w:rsid w:val="000D3F0F"/>
    <w:rsid w:val="000E03CA"/>
    <w:rsid w:val="001028D8"/>
    <w:rsid w:val="00126B7E"/>
    <w:rsid w:val="001276C1"/>
    <w:rsid w:val="00132394"/>
    <w:rsid w:val="00142AC9"/>
    <w:rsid w:val="00145789"/>
    <w:rsid w:val="00146D0C"/>
    <w:rsid w:val="00150F62"/>
    <w:rsid w:val="0015731B"/>
    <w:rsid w:val="00161307"/>
    <w:rsid w:val="00162132"/>
    <w:rsid w:val="00165AAB"/>
    <w:rsid w:val="001708F8"/>
    <w:rsid w:val="0017622F"/>
    <w:rsid w:val="00183B2C"/>
    <w:rsid w:val="00183D4A"/>
    <w:rsid w:val="00184E82"/>
    <w:rsid w:val="00187B4D"/>
    <w:rsid w:val="00193E49"/>
    <w:rsid w:val="001B2199"/>
    <w:rsid w:val="001C2684"/>
    <w:rsid w:val="001D5C6A"/>
    <w:rsid w:val="001E0FD5"/>
    <w:rsid w:val="001F6B5B"/>
    <w:rsid w:val="00201C7F"/>
    <w:rsid w:val="002030AC"/>
    <w:rsid w:val="00204C2E"/>
    <w:rsid w:val="00214485"/>
    <w:rsid w:val="00214775"/>
    <w:rsid w:val="00216190"/>
    <w:rsid w:val="00220F90"/>
    <w:rsid w:val="002217F4"/>
    <w:rsid w:val="00221C54"/>
    <w:rsid w:val="00222D55"/>
    <w:rsid w:val="002250A4"/>
    <w:rsid w:val="002257B1"/>
    <w:rsid w:val="00233D1A"/>
    <w:rsid w:val="0024157D"/>
    <w:rsid w:val="002416C6"/>
    <w:rsid w:val="00244E73"/>
    <w:rsid w:val="00257328"/>
    <w:rsid w:val="00266985"/>
    <w:rsid w:val="00282AE5"/>
    <w:rsid w:val="00291D24"/>
    <w:rsid w:val="0029531A"/>
    <w:rsid w:val="002A261A"/>
    <w:rsid w:val="002B02B7"/>
    <w:rsid w:val="002B0980"/>
    <w:rsid w:val="002B3EF3"/>
    <w:rsid w:val="002D4A68"/>
    <w:rsid w:val="002D6D5B"/>
    <w:rsid w:val="002E450C"/>
    <w:rsid w:val="002F32A6"/>
    <w:rsid w:val="002F4C34"/>
    <w:rsid w:val="002F6DFE"/>
    <w:rsid w:val="00322418"/>
    <w:rsid w:val="00327483"/>
    <w:rsid w:val="00331357"/>
    <w:rsid w:val="00332390"/>
    <w:rsid w:val="0033296C"/>
    <w:rsid w:val="00335C54"/>
    <w:rsid w:val="00341341"/>
    <w:rsid w:val="00343C7F"/>
    <w:rsid w:val="003600A4"/>
    <w:rsid w:val="003606AA"/>
    <w:rsid w:val="0037686A"/>
    <w:rsid w:val="00383099"/>
    <w:rsid w:val="0039242C"/>
    <w:rsid w:val="003953E6"/>
    <w:rsid w:val="003A2F2E"/>
    <w:rsid w:val="003B3012"/>
    <w:rsid w:val="003B3223"/>
    <w:rsid w:val="003C2F25"/>
    <w:rsid w:val="003D2BEC"/>
    <w:rsid w:val="003D7286"/>
    <w:rsid w:val="00413098"/>
    <w:rsid w:val="00414A42"/>
    <w:rsid w:val="00427930"/>
    <w:rsid w:val="00432ABD"/>
    <w:rsid w:val="004332A9"/>
    <w:rsid w:val="0044220C"/>
    <w:rsid w:val="0044531A"/>
    <w:rsid w:val="0044597A"/>
    <w:rsid w:val="00454194"/>
    <w:rsid w:val="00455DAC"/>
    <w:rsid w:val="00467B4B"/>
    <w:rsid w:val="0047071A"/>
    <w:rsid w:val="004819CC"/>
    <w:rsid w:val="00481BFD"/>
    <w:rsid w:val="00482F1E"/>
    <w:rsid w:val="004834F6"/>
    <w:rsid w:val="004838E1"/>
    <w:rsid w:val="00486C2B"/>
    <w:rsid w:val="004A3A91"/>
    <w:rsid w:val="004A3C37"/>
    <w:rsid w:val="004A570E"/>
    <w:rsid w:val="004B2B95"/>
    <w:rsid w:val="004B44C7"/>
    <w:rsid w:val="004B6A3C"/>
    <w:rsid w:val="004B77E8"/>
    <w:rsid w:val="004C5DDE"/>
    <w:rsid w:val="004C5FFF"/>
    <w:rsid w:val="004C6EE6"/>
    <w:rsid w:val="004D0FEA"/>
    <w:rsid w:val="004E31F1"/>
    <w:rsid w:val="004F10E7"/>
    <w:rsid w:val="00510957"/>
    <w:rsid w:val="0051604B"/>
    <w:rsid w:val="0052229F"/>
    <w:rsid w:val="00522F2E"/>
    <w:rsid w:val="00525B57"/>
    <w:rsid w:val="0053729D"/>
    <w:rsid w:val="005419B7"/>
    <w:rsid w:val="00546C5B"/>
    <w:rsid w:val="00550865"/>
    <w:rsid w:val="005545AD"/>
    <w:rsid w:val="00556B9F"/>
    <w:rsid w:val="0056709B"/>
    <w:rsid w:val="00584177"/>
    <w:rsid w:val="0058619D"/>
    <w:rsid w:val="00586B1D"/>
    <w:rsid w:val="00587D0A"/>
    <w:rsid w:val="00595302"/>
    <w:rsid w:val="005A792E"/>
    <w:rsid w:val="005B24E8"/>
    <w:rsid w:val="005C167D"/>
    <w:rsid w:val="005D4571"/>
    <w:rsid w:val="005D4AA3"/>
    <w:rsid w:val="005D6AA0"/>
    <w:rsid w:val="005D7DAC"/>
    <w:rsid w:val="005E7793"/>
    <w:rsid w:val="005E7DBF"/>
    <w:rsid w:val="00607FB3"/>
    <w:rsid w:val="00613E97"/>
    <w:rsid w:val="0061554E"/>
    <w:rsid w:val="00616807"/>
    <w:rsid w:val="006243D5"/>
    <w:rsid w:val="00626A4B"/>
    <w:rsid w:val="00644DA6"/>
    <w:rsid w:val="00663212"/>
    <w:rsid w:val="0066667F"/>
    <w:rsid w:val="00672822"/>
    <w:rsid w:val="00672A23"/>
    <w:rsid w:val="00674BB6"/>
    <w:rsid w:val="0068060A"/>
    <w:rsid w:val="00680B9B"/>
    <w:rsid w:val="00681D3E"/>
    <w:rsid w:val="00696047"/>
    <w:rsid w:val="006A129A"/>
    <w:rsid w:val="006A2F8D"/>
    <w:rsid w:val="006B2B19"/>
    <w:rsid w:val="006B45E1"/>
    <w:rsid w:val="006B4795"/>
    <w:rsid w:val="006B6DC5"/>
    <w:rsid w:val="006B767F"/>
    <w:rsid w:val="006C4579"/>
    <w:rsid w:val="006E3C63"/>
    <w:rsid w:val="006F083E"/>
    <w:rsid w:val="006F41FD"/>
    <w:rsid w:val="00712FD5"/>
    <w:rsid w:val="00714CDB"/>
    <w:rsid w:val="0072442C"/>
    <w:rsid w:val="00726423"/>
    <w:rsid w:val="007362A6"/>
    <w:rsid w:val="00736857"/>
    <w:rsid w:val="00755D30"/>
    <w:rsid w:val="00783612"/>
    <w:rsid w:val="00793936"/>
    <w:rsid w:val="007A1B64"/>
    <w:rsid w:val="007A3F5F"/>
    <w:rsid w:val="007A7177"/>
    <w:rsid w:val="007B19ED"/>
    <w:rsid w:val="007B214B"/>
    <w:rsid w:val="007C269C"/>
    <w:rsid w:val="007C2B7F"/>
    <w:rsid w:val="007C49E6"/>
    <w:rsid w:val="007D1906"/>
    <w:rsid w:val="007D6B6E"/>
    <w:rsid w:val="007E38D3"/>
    <w:rsid w:val="007E6499"/>
    <w:rsid w:val="007F7494"/>
    <w:rsid w:val="0080391C"/>
    <w:rsid w:val="008214DE"/>
    <w:rsid w:val="008222A3"/>
    <w:rsid w:val="00825F9F"/>
    <w:rsid w:val="00834A6A"/>
    <w:rsid w:val="00837020"/>
    <w:rsid w:val="00843723"/>
    <w:rsid w:val="00853F64"/>
    <w:rsid w:val="008562FE"/>
    <w:rsid w:val="008565C9"/>
    <w:rsid w:val="00856B96"/>
    <w:rsid w:val="00866554"/>
    <w:rsid w:val="008A5680"/>
    <w:rsid w:val="008B1314"/>
    <w:rsid w:val="008B3056"/>
    <w:rsid w:val="008B3455"/>
    <w:rsid w:val="008B6B71"/>
    <w:rsid w:val="008C35BC"/>
    <w:rsid w:val="008C65A1"/>
    <w:rsid w:val="008C7093"/>
    <w:rsid w:val="008D0368"/>
    <w:rsid w:val="008D584F"/>
    <w:rsid w:val="008D6F48"/>
    <w:rsid w:val="008D79E5"/>
    <w:rsid w:val="008D7AE5"/>
    <w:rsid w:val="00901070"/>
    <w:rsid w:val="00903DA5"/>
    <w:rsid w:val="009042F2"/>
    <w:rsid w:val="009153F3"/>
    <w:rsid w:val="00917035"/>
    <w:rsid w:val="00917C34"/>
    <w:rsid w:val="00922010"/>
    <w:rsid w:val="0092530D"/>
    <w:rsid w:val="00932172"/>
    <w:rsid w:val="009361D9"/>
    <w:rsid w:val="0094765C"/>
    <w:rsid w:val="00947999"/>
    <w:rsid w:val="00950645"/>
    <w:rsid w:val="00956A5B"/>
    <w:rsid w:val="00970BE3"/>
    <w:rsid w:val="009722A4"/>
    <w:rsid w:val="00975D2C"/>
    <w:rsid w:val="00977140"/>
    <w:rsid w:val="00983953"/>
    <w:rsid w:val="00984A9A"/>
    <w:rsid w:val="009A01C0"/>
    <w:rsid w:val="009B00C2"/>
    <w:rsid w:val="009C1531"/>
    <w:rsid w:val="009E1F9B"/>
    <w:rsid w:val="009E582F"/>
    <w:rsid w:val="009E7808"/>
    <w:rsid w:val="009F2E1E"/>
    <w:rsid w:val="009F32FC"/>
    <w:rsid w:val="00A03396"/>
    <w:rsid w:val="00A07541"/>
    <w:rsid w:val="00A2103D"/>
    <w:rsid w:val="00A25F35"/>
    <w:rsid w:val="00A668F7"/>
    <w:rsid w:val="00A70B44"/>
    <w:rsid w:val="00A76501"/>
    <w:rsid w:val="00A83F25"/>
    <w:rsid w:val="00A849C8"/>
    <w:rsid w:val="00A85A08"/>
    <w:rsid w:val="00AA2565"/>
    <w:rsid w:val="00AA2CC2"/>
    <w:rsid w:val="00AA4781"/>
    <w:rsid w:val="00AB76C4"/>
    <w:rsid w:val="00AC1FC8"/>
    <w:rsid w:val="00AC59B0"/>
    <w:rsid w:val="00AF19F3"/>
    <w:rsid w:val="00AF1A04"/>
    <w:rsid w:val="00AF3165"/>
    <w:rsid w:val="00AF343D"/>
    <w:rsid w:val="00AF3EEE"/>
    <w:rsid w:val="00AF7046"/>
    <w:rsid w:val="00AF7E26"/>
    <w:rsid w:val="00B03AFD"/>
    <w:rsid w:val="00B04C3A"/>
    <w:rsid w:val="00B07B9C"/>
    <w:rsid w:val="00B23EB0"/>
    <w:rsid w:val="00B24494"/>
    <w:rsid w:val="00B250F9"/>
    <w:rsid w:val="00B27EF4"/>
    <w:rsid w:val="00B30B2B"/>
    <w:rsid w:val="00B40269"/>
    <w:rsid w:val="00B4169F"/>
    <w:rsid w:val="00B442FD"/>
    <w:rsid w:val="00B46E10"/>
    <w:rsid w:val="00B5080A"/>
    <w:rsid w:val="00B65551"/>
    <w:rsid w:val="00B65A4E"/>
    <w:rsid w:val="00B8484B"/>
    <w:rsid w:val="00BA6062"/>
    <w:rsid w:val="00BB129E"/>
    <w:rsid w:val="00BB48B6"/>
    <w:rsid w:val="00BB596E"/>
    <w:rsid w:val="00BC5002"/>
    <w:rsid w:val="00BC7781"/>
    <w:rsid w:val="00BD0BE6"/>
    <w:rsid w:val="00BD7205"/>
    <w:rsid w:val="00BE66AD"/>
    <w:rsid w:val="00BF0208"/>
    <w:rsid w:val="00BF230F"/>
    <w:rsid w:val="00BF6629"/>
    <w:rsid w:val="00C0002A"/>
    <w:rsid w:val="00C02190"/>
    <w:rsid w:val="00C05A67"/>
    <w:rsid w:val="00C06972"/>
    <w:rsid w:val="00C0719B"/>
    <w:rsid w:val="00C0724D"/>
    <w:rsid w:val="00C21AAE"/>
    <w:rsid w:val="00C31C4A"/>
    <w:rsid w:val="00C33C75"/>
    <w:rsid w:val="00C35AA9"/>
    <w:rsid w:val="00C52378"/>
    <w:rsid w:val="00C52E10"/>
    <w:rsid w:val="00C60925"/>
    <w:rsid w:val="00C63892"/>
    <w:rsid w:val="00C63902"/>
    <w:rsid w:val="00C70463"/>
    <w:rsid w:val="00C7181B"/>
    <w:rsid w:val="00C72D8F"/>
    <w:rsid w:val="00C817B4"/>
    <w:rsid w:val="00C94F3F"/>
    <w:rsid w:val="00C956E8"/>
    <w:rsid w:val="00CA4014"/>
    <w:rsid w:val="00CA5507"/>
    <w:rsid w:val="00CA61AA"/>
    <w:rsid w:val="00CA6668"/>
    <w:rsid w:val="00CA67B2"/>
    <w:rsid w:val="00CB1658"/>
    <w:rsid w:val="00CB221F"/>
    <w:rsid w:val="00CC1062"/>
    <w:rsid w:val="00CC272D"/>
    <w:rsid w:val="00CC533C"/>
    <w:rsid w:val="00CE2B57"/>
    <w:rsid w:val="00D05D74"/>
    <w:rsid w:val="00D2105B"/>
    <w:rsid w:val="00D2263B"/>
    <w:rsid w:val="00D3370C"/>
    <w:rsid w:val="00D43F14"/>
    <w:rsid w:val="00D521D6"/>
    <w:rsid w:val="00D5230E"/>
    <w:rsid w:val="00D55611"/>
    <w:rsid w:val="00D558CE"/>
    <w:rsid w:val="00D60301"/>
    <w:rsid w:val="00D7053D"/>
    <w:rsid w:val="00D81C52"/>
    <w:rsid w:val="00D90CF3"/>
    <w:rsid w:val="00D92EC3"/>
    <w:rsid w:val="00DA0B63"/>
    <w:rsid w:val="00DB3D67"/>
    <w:rsid w:val="00DD367D"/>
    <w:rsid w:val="00DD3D88"/>
    <w:rsid w:val="00DD3DD6"/>
    <w:rsid w:val="00DD4DDA"/>
    <w:rsid w:val="00DE040B"/>
    <w:rsid w:val="00DE5949"/>
    <w:rsid w:val="00DF157A"/>
    <w:rsid w:val="00E0120E"/>
    <w:rsid w:val="00E256AB"/>
    <w:rsid w:val="00E33F7B"/>
    <w:rsid w:val="00E35260"/>
    <w:rsid w:val="00E450AD"/>
    <w:rsid w:val="00E4687C"/>
    <w:rsid w:val="00E47451"/>
    <w:rsid w:val="00E518DF"/>
    <w:rsid w:val="00E52F24"/>
    <w:rsid w:val="00E54F9A"/>
    <w:rsid w:val="00E752AB"/>
    <w:rsid w:val="00E868CC"/>
    <w:rsid w:val="00EA20DD"/>
    <w:rsid w:val="00EA3FDE"/>
    <w:rsid w:val="00ED0FFB"/>
    <w:rsid w:val="00ED320A"/>
    <w:rsid w:val="00EE586D"/>
    <w:rsid w:val="00EF4121"/>
    <w:rsid w:val="00EF5926"/>
    <w:rsid w:val="00EF7C9C"/>
    <w:rsid w:val="00F018D3"/>
    <w:rsid w:val="00F04249"/>
    <w:rsid w:val="00F2140A"/>
    <w:rsid w:val="00F314E1"/>
    <w:rsid w:val="00F436F1"/>
    <w:rsid w:val="00F43E94"/>
    <w:rsid w:val="00F47693"/>
    <w:rsid w:val="00F5137D"/>
    <w:rsid w:val="00F57A1E"/>
    <w:rsid w:val="00F66B08"/>
    <w:rsid w:val="00F72F4C"/>
    <w:rsid w:val="00F73DF9"/>
    <w:rsid w:val="00F76C40"/>
    <w:rsid w:val="00F81041"/>
    <w:rsid w:val="00F8615A"/>
    <w:rsid w:val="00FA06CC"/>
    <w:rsid w:val="00FA10E5"/>
    <w:rsid w:val="00FA702C"/>
    <w:rsid w:val="00FB4556"/>
    <w:rsid w:val="00FB631F"/>
    <w:rsid w:val="00FC4860"/>
    <w:rsid w:val="00FD2694"/>
    <w:rsid w:val="00FD521F"/>
    <w:rsid w:val="00FD530E"/>
    <w:rsid w:val="00FE0B70"/>
    <w:rsid w:val="00FF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3118"/>
  <w15:docId w15:val="{6ABCD1FC-C928-49BC-AA10-B6E6C60B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074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22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2F2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A66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e18ac1-7c29-4591-9ac8-ad368143dc94" xsi:nil="true"/>
    <lcf76f155ced4ddcb4097134ff3c332f xmlns="2135fc01-b559-47c2-ac27-cd975c619be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C2CAEC673101458B19B76D5B926474" ma:contentTypeVersion="17" ma:contentTypeDescription="Crear nuevo documento." ma:contentTypeScope="" ma:versionID="cfca5f4db3848d93964ce687885eb9cc">
  <xsd:schema xmlns:xsd="http://www.w3.org/2001/XMLSchema" xmlns:xs="http://www.w3.org/2001/XMLSchema" xmlns:p="http://schemas.microsoft.com/office/2006/metadata/properties" xmlns:ns2="2135fc01-b559-47c2-ac27-cd975c619be1" xmlns:ns3="1ee18ac1-7c29-4591-9ac8-ad368143dc94" targetNamespace="http://schemas.microsoft.com/office/2006/metadata/properties" ma:root="true" ma:fieldsID="5e269ee1a1b6bb0dabd48b2675c06b0d" ns2:_="" ns3:_="">
    <xsd:import namespace="2135fc01-b559-47c2-ac27-cd975c619be1"/>
    <xsd:import namespace="1ee18ac1-7c29-4591-9ac8-ad368143d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35fc01-b559-47c2-ac27-cd975c619b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c5f77948-cb74-4db9-9d42-99e13121e5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18ac1-7c29-4591-9ac8-ad368143dc9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1b5f5c2-a2a9-4bff-9752-212fe8943e0d}" ma:internalName="TaxCatchAll" ma:showField="CatchAllData" ma:web="1ee18ac1-7c29-4591-9ac8-ad368143d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D63A85-C77B-4ACE-834E-1470DEBDE10C}">
  <ds:schemaRefs>
    <ds:schemaRef ds:uri="http://schemas.microsoft.com/office/2006/metadata/properties"/>
    <ds:schemaRef ds:uri="http://schemas.microsoft.com/office/infopath/2007/PartnerControls"/>
    <ds:schemaRef ds:uri="bed1c306-ee58-498d-86dd-0129dbc92121"/>
    <ds:schemaRef ds:uri="64bea660-1184-47ad-815d-200a5c81fa9b"/>
  </ds:schemaRefs>
</ds:datastoreItem>
</file>

<file path=customXml/itemProps2.xml><?xml version="1.0" encoding="utf-8"?>
<ds:datastoreItem xmlns:ds="http://schemas.openxmlformats.org/officeDocument/2006/customXml" ds:itemID="{5B5F4754-6A0E-4810-A8D4-34DE3CFDA6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BBDB27-97C8-46E4-A6DA-C280F672CD81}"/>
</file>

<file path=customXml/itemProps4.xml><?xml version="1.0" encoding="utf-8"?>
<ds:datastoreItem xmlns:ds="http://schemas.openxmlformats.org/officeDocument/2006/customXml" ds:itemID="{8CC25C30-C806-4DCC-8107-04F938D15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1449</TotalTime>
  <Pages>3</Pages>
  <Words>461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Martínez del Camino, Jorge</dc:creator>
  <cp:lastModifiedBy>Susana Garcia Padilla</cp:lastModifiedBy>
  <cp:revision>373</cp:revision>
  <dcterms:created xsi:type="dcterms:W3CDTF">2017-03-03T12:35:00Z</dcterms:created>
  <dcterms:modified xsi:type="dcterms:W3CDTF">2023-04-26T07:38:00Z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0x0101008E0E3D7DDDBB534EA13899966BD84171</vt:lpwstr>
  </property>
  <property fmtid="{D5CDD505-2E9C-101B-9397-08002B2CF9AE}" pid="3" name="MediaServiceImageTags">
    <vt:lpwstr/>
  </property>
</Properties>
</file>