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Behörighetskriterier</w:t>
      </w:r>
    </w:p>
    <w:p w14:paraId="7F9930CD" w14:textId="7C7BB904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Infordran av intresseanmälningar för en tjänst som chef för personalavdelningen inom enheten för resurser och </w:t>
      </w:r>
      <w:r w:rsidR="00F842F7">
        <w:rPr>
          <w:rFonts w:ascii="Calibri" w:eastAsiaTheme="majorEastAsia" w:hAnsi="Calibri" w:cstheme="majorBidi"/>
          <w:i/>
          <w:color w:val="0C4DA2"/>
          <w:spacing w:val="15"/>
          <w:sz w:val="32"/>
        </w:rPr>
        <w:t>stöd – tillfällig anställning 2</w:t>
      </w:r>
      <w:bookmarkStart w:id="0" w:name="_GoBack"/>
      <w:bookmarkEnd w:id="0"/>
      <w:r w:rsidR="00F47640">
        <w:rPr>
          <w:rFonts w:ascii="Calibri" w:eastAsiaTheme="majorEastAsia" w:hAnsi="Calibri" w:cstheme="majorBidi"/>
          <w:i/>
          <w:color w:val="0C4DA2"/>
          <w:spacing w:val="15"/>
          <w:sz w:val="32"/>
        </w:rPr>
        <w:t>(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f</w:t>
      </w:r>
      <w:r w:rsidR="00F47640">
        <w:rPr>
          <w:rFonts w:ascii="Calibri" w:eastAsiaTheme="majorEastAsia" w:hAnsi="Calibri" w:cstheme="majorBidi"/>
          <w:i/>
          <w:color w:val="0C4DA2"/>
          <w:spacing w:val="15"/>
          <w:sz w:val="32"/>
        </w:rPr>
        <w:t>)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 (AD</w:t>
      </w:r>
      <w:r w:rsidR="00F47640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i syfte att upprätta en reservlista</w:t>
      </w:r>
    </w:p>
    <w:p w14:paraId="32F22109" w14:textId="086D90D0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F47640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F47640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Efternamn (med versaler):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Förnamn: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Hur hörde du talas om/var läste du offentliggörandet om tjänsten: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BEHÖRIGHETSKRITERIER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Jag har en universitetsexamen företrädesvis inom personaladministration, ekonomi, psykologi, företagsekonomi, juridik eller liknande område.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Period för universitetsstudier: </w:t>
            </w:r>
            <w:r>
              <w:rPr>
                <w:b/>
              </w:rPr>
              <w:t>Ange antal år:</w:t>
            </w:r>
          </w:p>
        </w:tc>
        <w:tc>
          <w:tcPr>
            <w:tcW w:w="514" w:type="pct"/>
          </w:tcPr>
          <w:p w14:paraId="4F4A8672" w14:textId="17EABA1F" w:rsidR="0062476B" w:rsidRPr="00CE14F4" w:rsidRDefault="00F842F7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2557CA01" w14:textId="22F2F3BB" w:rsidR="0062476B" w:rsidRPr="00CE14F4" w:rsidRDefault="00F842F7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5554823E" w:rsidR="0062476B" w:rsidRDefault="0062476B" w:rsidP="00604785">
            <w:pPr>
              <w:spacing w:before="120"/>
            </w:pPr>
            <w:r>
              <w:t xml:space="preserve">Jag har en avslutad universitetsutbildning, styrkt med examensbevis, som med normal studietakt motsvarar minst </w:t>
            </w:r>
            <w:r w:rsidR="00F47640">
              <w:rPr>
                <w:b/>
              </w:rPr>
              <w:t>4</w:t>
            </w:r>
            <w:r>
              <w:rPr>
                <w:b/>
              </w:rPr>
              <w:t> år</w:t>
            </w:r>
            <w:r>
              <w:t xml:space="preserve">, följt av </w:t>
            </w:r>
            <w:r>
              <w:rPr>
                <w:u w:val="single"/>
              </w:rPr>
              <w:t xml:space="preserve">minst </w:t>
            </w:r>
            <w:r w:rsidR="00F47640">
              <w:rPr>
                <w:u w:val="single"/>
              </w:rPr>
              <w:t>9</w:t>
            </w:r>
            <w:r>
              <w:rPr>
                <w:u w:val="single"/>
              </w:rPr>
              <w:t> års</w:t>
            </w:r>
            <w:r>
              <w:t xml:space="preserve"> yrkeserfarenhet.</w:t>
            </w:r>
          </w:p>
          <w:p w14:paraId="40ADC833" w14:textId="4714ACC4" w:rsidR="0062476B" w:rsidRDefault="0062476B" w:rsidP="00604785">
            <w:pPr>
              <w:spacing w:before="120"/>
            </w:pPr>
            <w:r>
              <w:t xml:space="preserve">Jag har en avslutad universitetsutbildning, styrkt med examensbevis, som med normal studietakt motsvarar minst </w:t>
            </w:r>
            <w:r w:rsidR="00F47640">
              <w:rPr>
                <w:b/>
              </w:rPr>
              <w:t>3</w:t>
            </w:r>
            <w:r>
              <w:rPr>
                <w:b/>
              </w:rPr>
              <w:t xml:space="preserve"> år</w:t>
            </w:r>
            <w:r>
              <w:t xml:space="preserve">, följt av </w:t>
            </w:r>
            <w:r>
              <w:rPr>
                <w:u w:val="single"/>
              </w:rPr>
              <w:t xml:space="preserve">minst </w:t>
            </w:r>
            <w:r w:rsidR="00F47640">
              <w:rPr>
                <w:u w:val="single"/>
              </w:rPr>
              <w:t>10</w:t>
            </w:r>
            <w:r>
              <w:rPr>
                <w:u w:val="single"/>
              </w:rPr>
              <w:t xml:space="preserve"> års </w:t>
            </w:r>
            <w:r>
              <w:t>yrkeserfarenhet.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Antal yrkesverksamma år efter universitetsexamen: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Ange: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Antal yrkesverksamma år i befattningar som är relevanta för tjänsten och de arbetsuppgifter/ansvarsområden som beskrivs: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Ange:</w:t>
            </w:r>
          </w:p>
        </w:tc>
        <w:tc>
          <w:tcPr>
            <w:tcW w:w="514" w:type="pct"/>
          </w:tcPr>
          <w:p w14:paraId="0AD6C19B" w14:textId="77777777" w:rsidR="0062476B" w:rsidRDefault="00F842F7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F842F7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</w:tcPr>
          <w:p w14:paraId="4AC25A36" w14:textId="77777777" w:rsidR="0062476B" w:rsidRDefault="00F842F7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F842F7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Jag har fördjupade kunskaper i ett av Europeiska unionens officiella språk</w:t>
            </w:r>
            <w:r>
              <w:rPr>
                <w:rStyle w:val="FootnoteReference"/>
              </w:rPr>
              <w:footnoteReference w:id="1"/>
            </w:r>
            <w:r>
              <w:t xml:space="preserve"> och tillfredsställande kunskaper i ett annat av Europeiska unionens officiella språk</w:t>
            </w:r>
            <w:r>
              <w:rPr>
                <w:rStyle w:val="FootnoteReference"/>
              </w:rPr>
              <w:footnoteReference w:id="2"/>
            </w:r>
            <w:r>
              <w:t xml:space="preserve"> som krävs för att kunna utföra de arbetsuppgifter som är förbundna med tjänsten.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Jag är medborgare i en av Europeiska unionens medlemsstater, Island, Liechtenstein eller Norge.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Jag åtnjuter fullständiga medborgerliga rättigheter.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F842F7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53D1D597" w14:textId="77777777" w:rsidTr="003C673B">
        <w:trPr>
          <w:trHeight w:val="466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3C673B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lastRenderedPageBreak/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Jag har fullgjort alla skyldigheter enligt gällande värnpliktslagstiftning.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Jag uppfyller de skötsamhetskrav som ställs för tjänsteutövningen.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Jag uppfyller kraven på fysisk lämplighet för tjänsteutövningen.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UTTAGNINGSKRITERIER – GRUNDLÄGGANDE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18924F25" w:rsidR="0062476B" w:rsidRPr="00CE14F4" w:rsidRDefault="0062476B" w:rsidP="00F47640">
            <w:pPr>
              <w:tabs>
                <w:tab w:val="left" w:pos="1703"/>
              </w:tabs>
              <w:spacing w:before="120"/>
            </w:pPr>
            <w:r>
              <w:t xml:space="preserve">Jag har minst </w:t>
            </w:r>
            <w:r w:rsidR="00F47640">
              <w:t>9</w:t>
            </w:r>
            <w:r>
              <w:t xml:space="preserve"> års erfarenhet av personaladministration varav fem som gruppledare eller i ledande ställning.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Jag har god kännedom och relevant arbetserfarenhet inom de personalområden som beskrivs i arbetsbeskrivningen.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Jag har utmärkt förmåga till beslutsfattande och strategiskt tänkande.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Jag har utmärkt organisations- och planeringsförmåga.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Jag har analytisk förmåga och kunskap om analytiska metoder för att finna lösningar.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Jag har fördjupade kunskaper i engelska (som är byråns interna arbetsspråk).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har utmärkt kommunikationsförmåga på alla nivåer i en mångkulturell miljö och förmåga att samspela och förklara koncept och planer tydligt för byråns interna och externa intressenter.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har utmärkt förhandlingsförmåga.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har utmärkt social kompetens och en väl utvecklad empatisk förmåga.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har en stark förmåga att påverka och motivera.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följer god etik och goda principer i personalarbetet.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Jag är motiverad och dynamisk med stark förmåga till lagarbete.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Jag har mycket goda kunskaper i MS Office-tillämpningar, särskilt MS Word och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F842F7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UTTAGNINGSKRITERIER – MERITER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Jag har akademisk bakgrund och utbildning inom personaladministration eller liknande.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Jag har yrkeserfarenhet från en EU-myndighet eller annan internationell offentlig förvaltning.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Jag har yrkeserfarenhet från personaladministration inom ett EU-organ eller en EU-institution.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Jag har fördjupade kunskaper om Europeiska unionens lagstiftning i personalfrågor (tjänsteföreskrifter och anställningsvillkor och tillhörande genomförandebestämmelser).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Jag har erfarenhet av kvalitets- och förändringsledning.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Jag har kunskaper i franska.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Jag intygar härmed att uppgifterna i mitt personliga brev och i mitt cv är korrekta.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Ja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F842F7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Nej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52B92" w14:textId="77777777" w:rsidR="00725DBC" w:rsidRDefault="00725DBC" w:rsidP="008B38C0">
      <w:r>
        <w:separator/>
      </w:r>
    </w:p>
  </w:endnote>
  <w:endnote w:type="continuationSeparator" w:id="0">
    <w:p w14:paraId="4C6FFD90" w14:textId="77777777" w:rsidR="00725DBC" w:rsidRDefault="00725DBC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F842F7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F842F7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82DCC" w14:textId="77777777" w:rsidR="00725DBC" w:rsidRDefault="00725DBC" w:rsidP="008B38C0">
      <w:r>
        <w:separator/>
      </w:r>
    </w:p>
  </w:footnote>
  <w:footnote w:type="continuationSeparator" w:id="0">
    <w:p w14:paraId="19C81C09" w14:textId="77777777" w:rsidR="00725DBC" w:rsidRDefault="00725DBC" w:rsidP="008B38C0">
      <w:r>
        <w:continuationSeparator/>
      </w:r>
    </w:p>
  </w:footnote>
  <w:footnote w:id="1">
    <w:p w14:paraId="21B5B049" w14:textId="46FCEC85" w:rsidR="0062476B" w:rsidRPr="00F47640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F47640">
        <w:rPr>
          <w:rStyle w:val="FootnoteReference"/>
          <w:i/>
          <w:sz w:val="16"/>
          <w:szCs w:val="16"/>
        </w:rPr>
        <w:footnoteRef/>
      </w:r>
      <w:r w:rsidRPr="00F47640">
        <w:rPr>
          <w:i/>
          <w:sz w:val="16"/>
          <w:szCs w:val="16"/>
        </w:rPr>
        <w:t xml:space="preserve"> Ditt modersmål eller ett annat av EU:s officiella språk som du har fördjupade kunskaper i motsvarande nivå C1 enligt definitionen i den gemensamma europeiska referensramen för språk (CEFR) </w:t>
      </w:r>
      <w:hyperlink r:id="rId1">
        <w:r w:rsidRPr="00F47640">
          <w:rPr>
            <w:rStyle w:val="Hyperlink"/>
            <w:i/>
            <w:color w:val="002034" w:themeColor="text1"/>
            <w:sz w:val="16"/>
            <w:szCs w:val="16"/>
          </w:rPr>
          <w:t>http://europass.cedefop.europa.eu/sv/resources/european-language-levels-cefr</w:t>
        </w:r>
      </w:hyperlink>
      <w:r w:rsidRPr="00F47640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F47640" w:rsidRDefault="0062476B" w:rsidP="0062476B">
      <w:pPr>
        <w:pStyle w:val="FootnoteText"/>
        <w:rPr>
          <w:i/>
          <w:sz w:val="16"/>
          <w:szCs w:val="16"/>
        </w:rPr>
      </w:pPr>
      <w:r w:rsidRPr="00F47640">
        <w:rPr>
          <w:rStyle w:val="FootnoteReference"/>
          <w:i/>
          <w:sz w:val="16"/>
          <w:szCs w:val="16"/>
        </w:rPr>
        <w:footnoteRef/>
      </w:r>
      <w:r w:rsidRPr="00F47640">
        <w:rPr>
          <w:i/>
          <w:sz w:val="16"/>
          <w:szCs w:val="16"/>
        </w:rPr>
        <w:t xml:space="preserve"> Kunskaper i ett andra officiellt EU-språk motsvarande minst nivå B2 enligt definitionen i den gemensamma europeiska referensramen för språk (CEFR).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4"/>
      <w:gridCol w:w="6845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Behörighetskriterier</w:t>
          </w:r>
        </w:p>
        <w:p w14:paraId="413A0853" w14:textId="4D3C057A" w:rsidR="000B6456" w:rsidRPr="00A548A2" w:rsidRDefault="000B6456" w:rsidP="00F47640">
          <w:pPr>
            <w:pStyle w:val="Header"/>
          </w:pPr>
          <w:r>
            <w:t>ERA/AD/201</w:t>
          </w:r>
          <w:r w:rsidR="00F47640">
            <w:t>6</w:t>
          </w:r>
          <w:r>
            <w:t>/00</w:t>
          </w:r>
          <w:r w:rsidR="00F47640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F842F7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F47640" w:rsidRDefault="000F63C6" w:rsidP="008B38C0">
          <w:pPr>
            <w:rPr>
              <w:lang w:val="en-US"/>
            </w:rPr>
          </w:pPr>
          <w:r w:rsidRPr="00F47640">
            <w:rPr>
              <w:lang w:val="en-US"/>
            </w:rPr>
            <w:t>&lt;Type of doc.&gt;</w:t>
          </w:r>
        </w:p>
        <w:p w14:paraId="413A085A" w14:textId="77777777" w:rsidR="000F63C6" w:rsidRPr="00F47640" w:rsidRDefault="000F63C6" w:rsidP="008B38C0">
          <w:pPr>
            <w:rPr>
              <w:lang w:val="en-US"/>
            </w:rPr>
          </w:pPr>
          <w:r w:rsidRPr="00F47640">
            <w:rPr>
              <w:lang w:val="en-US"/>
            </w:rPr>
            <w:t>&lt;Code&gt; V&lt;</w:t>
          </w:r>
          <w:proofErr w:type="spellStart"/>
          <w:r w:rsidRPr="00F47640">
            <w:rPr>
              <w:lang w:val="en-US"/>
            </w:rPr>
            <w:t>x.y</w:t>
          </w:r>
          <w:proofErr w:type="spellEnd"/>
          <w:r w:rsidRPr="00F47640">
            <w:rPr>
              <w:lang w:val="en-US"/>
            </w:rPr>
            <w:t>&gt;</w:t>
          </w:r>
        </w:p>
      </w:tc>
    </w:tr>
  </w:tbl>
  <w:p w14:paraId="413A085C" w14:textId="77777777" w:rsidR="000F63C6" w:rsidRPr="00F47640" w:rsidRDefault="000F63C6" w:rsidP="00917656">
    <w:pPr>
      <w:pStyle w:val="Header"/>
      <w:rPr>
        <w:szCs w:val="18"/>
        <w:lang w:val="en-US"/>
      </w:rPr>
    </w:pPr>
    <w:r w:rsidRPr="00F47640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C673B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25DBC"/>
    <w:rsid w:val="00732D7C"/>
    <w:rsid w:val="00740F2A"/>
    <w:rsid w:val="007478AB"/>
    <w:rsid w:val="00752922"/>
    <w:rsid w:val="007553DA"/>
    <w:rsid w:val="0076289F"/>
    <w:rsid w:val="007645AA"/>
    <w:rsid w:val="007669EF"/>
    <w:rsid w:val="00785E37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E0E88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47640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2F7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sv-SE" w:bidi="sv-SE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sv-SE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sv-SE" w:eastAsia="sv-SE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sv-SE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sv-SE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sv-SE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sv-SE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sv-SE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sv-SE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sv-SE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sv-S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sv-SE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sv-SE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sv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51DFB7B2-ACEE-4925-9CD6-0F03148654C4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1F742A-3758-4E38-A3BB-678DFFFCBFAF}">
  <ds:schemaRefs>
    <ds:schemaRef ds:uri="http://schemas.microsoft.com/office/infopath/2007/PartnerControls"/>
    <ds:schemaRef ds:uri="37dc432a-8ebf-4af5-8237-268edd3a8664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D5AC6240-20BF-469D-9528-7F13D5C154D4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3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Translation Centre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Translation Centre</dc:creator>
  <cp:lastModifiedBy>European Railway Agency</cp:lastModifiedBy>
  <cp:revision>4</cp:revision>
  <cp:lastPrinted>2015-10-02T13:20:00Z</cp:lastPrinted>
  <dcterms:created xsi:type="dcterms:W3CDTF">2016-03-23T10:55:00Z</dcterms:created>
  <dcterms:modified xsi:type="dcterms:W3CDTF">2016-03-31T16:36:00Z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