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PREGLEDNICA UPRAVIČENOSTI</w:t>
      </w:r>
    </w:p>
    <w:p w14:paraId="7F9930CD" w14:textId="688B5657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Razpis za delovno mesto vodje kadrovske službe v enoti za vire in podporo – z</w:t>
      </w:r>
      <w:r w:rsidR="00D432AB"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ačasni uslužbenec </w:t>
      </w:r>
      <w:r w:rsidR="00B7256B">
        <w:rPr>
          <w:rFonts w:ascii="Calibri" w:eastAsiaTheme="majorEastAsia" w:hAnsi="Calibri" w:cstheme="majorBidi"/>
          <w:i/>
          <w:color w:val="0C4DA2"/>
          <w:spacing w:val="15"/>
          <w:sz w:val="32"/>
        </w:rPr>
        <w:t>2(f) (</w:t>
      </w:r>
      <w:r w:rsidR="00D432AB">
        <w:rPr>
          <w:rFonts w:ascii="Calibri" w:eastAsiaTheme="majorEastAsia" w:hAnsi="Calibri" w:cstheme="majorBidi"/>
          <w:i/>
          <w:color w:val="0C4DA2"/>
          <w:spacing w:val="15"/>
          <w:sz w:val="32"/>
        </w:rPr>
        <w:t>AD8</w:t>
      </w:r>
      <w:r w:rsidR="00B7256B"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) 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– za oblikovanje rezervnega seznama</w:t>
      </w:r>
    </w:p>
    <w:p w14:paraId="32F22109" w14:textId="6ECDAB6A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D432AB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D432AB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Priimek (z velikimi tiskanimi črkami):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Ime: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Kje ste slišali za ta razpis za delovno mesto/kje ste ga prebrali: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MERILA ZA UPRAVIČENOST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Imam univerzitetno izobrazbo, po možnosti s področja upravljanja človeških virov, ekonomije, psihologije, poslovnih ved, prava ali podobnega področja.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Trajanje univerzitetnega študija: </w:t>
            </w:r>
            <w:r>
              <w:rPr>
                <w:b/>
              </w:rPr>
              <w:t>navedite število let:</w:t>
            </w:r>
          </w:p>
        </w:tc>
        <w:tc>
          <w:tcPr>
            <w:tcW w:w="514" w:type="pct"/>
          </w:tcPr>
          <w:p w14:paraId="4F4A8672" w14:textId="17EABA1F" w:rsidR="0062476B" w:rsidRPr="00CE14F4" w:rsidRDefault="00B7256B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</w:tcPr>
          <w:p w14:paraId="2557CA01" w14:textId="22F2F3BB" w:rsidR="0062476B" w:rsidRPr="00CE14F4" w:rsidRDefault="00B7256B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56391901" w:rsidR="0062476B" w:rsidRDefault="0062476B" w:rsidP="00604785">
            <w:pPr>
              <w:spacing w:before="120"/>
            </w:pPr>
            <w:r>
              <w:t xml:space="preserve">Imam raven izobrazbe, ki ustreza z diplomo potrjenemu končanemu univerzitetnemu študiju, ki običajno traja </w:t>
            </w:r>
            <w:r w:rsidR="00D432AB">
              <w:rPr>
                <w:b/>
              </w:rPr>
              <w:t>4</w:t>
            </w:r>
            <w:r>
              <w:rPr>
                <w:b/>
              </w:rPr>
              <w:t xml:space="preserve"> leta </w:t>
            </w:r>
            <w:r>
              <w:t xml:space="preserve">ali več, ki mu je sledilo </w:t>
            </w:r>
            <w:r>
              <w:rPr>
                <w:u w:val="single"/>
              </w:rPr>
              <w:t xml:space="preserve">najmanj </w:t>
            </w:r>
            <w:r w:rsidR="00D432AB">
              <w:rPr>
                <w:u w:val="single"/>
              </w:rPr>
              <w:t>9</w:t>
            </w:r>
            <w:r>
              <w:rPr>
                <w:u w:val="single"/>
              </w:rPr>
              <w:t> let</w:t>
            </w:r>
            <w:r>
              <w:t xml:space="preserve"> delovnih izkušenj.</w:t>
            </w:r>
          </w:p>
          <w:p w14:paraId="40ADC833" w14:textId="447C3FF1" w:rsidR="0062476B" w:rsidRDefault="0062476B" w:rsidP="00604785">
            <w:pPr>
              <w:spacing w:before="120"/>
            </w:pPr>
            <w:r>
              <w:t>Imam raven izobrazbe, ki ustreza z diplomo potrjenemu končanemu univerzitetnemu študiju, ki običajno traja</w:t>
            </w:r>
            <w:r w:rsidR="00B7256B">
              <w:t xml:space="preserve"> najmanj</w:t>
            </w:r>
            <w:bookmarkStart w:id="0" w:name="_GoBack"/>
            <w:bookmarkEnd w:id="0"/>
            <w:r>
              <w:t xml:space="preserve"> </w:t>
            </w:r>
            <w:r w:rsidR="00D432AB">
              <w:rPr>
                <w:b/>
              </w:rPr>
              <w:t>3</w:t>
            </w:r>
            <w:r>
              <w:rPr>
                <w:b/>
              </w:rPr>
              <w:t xml:space="preserve"> leta </w:t>
            </w:r>
            <w:r>
              <w:t xml:space="preserve">ali več, ki mu je sledilo </w:t>
            </w:r>
            <w:r>
              <w:rPr>
                <w:u w:val="single"/>
              </w:rPr>
              <w:t xml:space="preserve">najmanj </w:t>
            </w:r>
            <w:r w:rsidR="00D432AB">
              <w:rPr>
                <w:u w:val="single"/>
              </w:rPr>
              <w:t>10</w:t>
            </w:r>
            <w:r>
              <w:rPr>
                <w:u w:val="single"/>
              </w:rPr>
              <w:t> let</w:t>
            </w:r>
            <w:r>
              <w:t xml:space="preserve"> delovnih izkušenj.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Število let delovnih izkušenj po pridobljeni univerzitetni diplomi</w:t>
            </w:r>
            <w:r>
              <w:rPr>
                <w:color w:val="auto"/>
              </w:rPr>
              <w:t>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Navedite: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Število let delovnih izkušenj na delovnih mestih, ki so ustrezne za opisano delovno mesto in naloge/odgovornosti: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Navedite:</w:t>
            </w:r>
          </w:p>
        </w:tc>
        <w:tc>
          <w:tcPr>
            <w:tcW w:w="514" w:type="pct"/>
          </w:tcPr>
          <w:p w14:paraId="0AD6C19B" w14:textId="77777777" w:rsidR="0062476B" w:rsidRDefault="00B7256B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B7256B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</w:tcPr>
          <w:p w14:paraId="4AC25A36" w14:textId="77777777" w:rsidR="0062476B" w:rsidRDefault="00B7256B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B7256B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045CB478" w:rsidR="0062476B" w:rsidRPr="00120758" w:rsidRDefault="000C3272" w:rsidP="007C6DF3">
            <w:pPr>
              <w:pStyle w:val="ERAbulletpoint"/>
              <w:numPr>
                <w:ilvl w:val="0"/>
                <w:numId w:val="0"/>
              </w:numPr>
            </w:pPr>
            <w:r>
              <w:t>Dobro znam en uradni jezik</w:t>
            </w:r>
            <w:r>
              <w:rPr>
                <w:rStyle w:val="FootnoteReference"/>
              </w:rPr>
              <w:footnoteReference w:id="1"/>
            </w:r>
            <w:r>
              <w:t xml:space="preserve"> Evropske unije in zadovoljivo še en uradni jezik</w:t>
            </w:r>
            <w:r w:rsidR="007C6DF3">
              <w:t> </w:t>
            </w:r>
            <w:r>
              <w:rPr>
                <w:rStyle w:val="FootnoteReference"/>
              </w:rPr>
              <w:footnoteReference w:id="2"/>
            </w:r>
            <w:r w:rsidR="007C6DF3">
              <w:t xml:space="preserve"> </w:t>
            </w:r>
            <w:r>
              <w:t>Evropske unije na stopnji, ki omogoča opravljanje delovnih nalog na tem delovnem mestu.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Sem državljan države članice Evropske unije, Islandije, Lihtenštajna ali Norveške.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Uživam vse državljanske pravice.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B7256B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lastRenderedPageBreak/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Izpolnjene imam vse obveznosti, ki jih zakon določa glede služenja vojaškega roka.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Imam osebnostne lastnosti, potrebne za opravljanje zadevnih delovnih nalog.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Sem telesno pripravljen za opravljanje nalog, povezanih z delovnim mestom.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MERILA ZA IZBOR – OSNOVNA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5E67B9F1" w:rsidR="0062476B" w:rsidRPr="00CE14F4" w:rsidRDefault="0062476B" w:rsidP="00D432AB">
            <w:pPr>
              <w:tabs>
                <w:tab w:val="left" w:pos="1703"/>
              </w:tabs>
              <w:spacing w:before="120"/>
            </w:pPr>
            <w:r>
              <w:t xml:space="preserve">Imam najmanj </w:t>
            </w:r>
            <w:r w:rsidR="00D432AB">
              <w:t>9</w:t>
            </w:r>
            <w:r>
              <w:t> let izkušenj na kadrovskem področju, od tega pet let kot vodja skupine ali na vodstvenem položaju.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Dobro poznam kadrovska vprašanja iz vsebine opisanih delovnih nalog in imam ustrezne delovne izkušnje s teh področij.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Imam odlično znanje in spretnosti s področja odločanja in znam strateško razmišljati.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Imam odlično znanje in spretnosti za načrtovanje in organizacijo.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Imam odlično analitično znanje in spretnosti ter analitičen pristop k iskanju rešitev.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Dobro znam angleščino (ki je delovni jezik agencije).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Imam odlično sposobnost sporazumevanja na vseh ravneh v večkulturnem okolju ter sposobnost sodelovanja z notranjimi in zunanjimi deležniki agencije, ki jim je treba jasno pojasniti koncepte in načrte.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Imam odlične pogajalske spretnosti.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Imam odlične medosebne in komunikacijske spretnosti s poudarkom na sposobnosti vživljanja v druge.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Imam odlično znanje in spretnosti na področju vplivanja in motiviranja.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Imam ustrezno kadrovsko etiko in načela.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Sem motivirana in dinamična osebnost z izrazitim smislom za timsko delo.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Zelo dobro poznam uporabniške programe Microsoft Office, zlasti MS Word in MS Excel.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B7256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20E421D" w14:textId="78DC4C7D" w:rsidR="00F273DF" w:rsidRDefault="00F273DF">
      <w:pPr>
        <w:spacing w:after="200" w:line="276" w:lineRule="auto"/>
        <w:jc w:val="left"/>
      </w:pPr>
    </w:p>
    <w:p w14:paraId="60612BB7" w14:textId="366F4B53" w:rsidR="00063378" w:rsidRDefault="00063378">
      <w:pPr>
        <w:spacing w:after="200" w:line="276" w:lineRule="auto"/>
        <w:jc w:val="left"/>
      </w:pPr>
      <w:r>
        <w:br w:type="page"/>
      </w:r>
    </w:p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MERILA ZA IZBOR – DODATNA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Imam akademsko izobrazbo in usposabljanje s področja upravljanja človeških virov ali podobnega področja.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Imam delovne izkušnje, pridobljene v javni upravi na ravni EU ali drugi mednarodni ravni.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Imam delovne izkušnje, pridobljene pri upravljanju človeških virov v agenciji ali institucijah EU.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Odlično poznam kadrovsko zakonodajo Evropske unije (kadrovske predpise in pogoje za zaposlitev drugih uslužbencev ter povezana izvedbena pravila).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Imam izkušnje, pridobljene pri vodenju kakovosti in upravljanju sprememb.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Znam francosko.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Izjavljam, da so navedbe v mojem motivacijskem pismu in življenjepisu točne.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B7256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BCAE6" w14:textId="77777777" w:rsidR="00AD0968" w:rsidRDefault="00AD0968" w:rsidP="008B38C0">
      <w:r>
        <w:separator/>
      </w:r>
    </w:p>
  </w:endnote>
  <w:endnote w:type="continuationSeparator" w:id="0">
    <w:p w14:paraId="576B44E0" w14:textId="77777777" w:rsidR="00AD0968" w:rsidRDefault="00AD0968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B7256B">
      <w:t>3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B7256B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F0733" w14:textId="77777777" w:rsidR="00AD0968" w:rsidRDefault="00AD0968" w:rsidP="008B38C0">
      <w:r>
        <w:separator/>
      </w:r>
    </w:p>
  </w:footnote>
  <w:footnote w:type="continuationSeparator" w:id="0">
    <w:p w14:paraId="6CA81E2A" w14:textId="77777777" w:rsidR="00AD0968" w:rsidRDefault="00AD0968" w:rsidP="008B38C0">
      <w:r>
        <w:continuationSeparator/>
      </w:r>
    </w:p>
  </w:footnote>
  <w:footnote w:id="1">
    <w:p w14:paraId="21B5B049" w14:textId="46FCEC85" w:rsidR="0062476B" w:rsidRPr="00D432AB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D432AB">
        <w:rPr>
          <w:rStyle w:val="FootnoteReference"/>
          <w:i/>
          <w:sz w:val="16"/>
          <w:szCs w:val="16"/>
        </w:rPr>
        <w:footnoteRef/>
      </w:r>
      <w:r w:rsidRPr="00D432AB">
        <w:rPr>
          <w:i/>
          <w:sz w:val="16"/>
          <w:szCs w:val="16"/>
        </w:rPr>
        <w:t xml:space="preserve"> Vaš materni jezik ali drug uradni jezik EU, če vaše znanje tega jezika ustreza stopnji C1, opredeljeni v skupnem evropskem referenčnem okviru za jezike (CEFR)</w:t>
      </w:r>
      <w:hyperlink r:id="rId1">
        <w:r w:rsidRPr="00D432AB">
          <w:rPr>
            <w:rStyle w:val="Hyperlink"/>
            <w:i/>
            <w:color w:val="002034" w:themeColor="text1"/>
            <w:sz w:val="16"/>
            <w:szCs w:val="16"/>
          </w:rPr>
          <w:t>http://europass.cedefop.europa.eu/en/resources/european-language-levels-cefr</w:t>
        </w:r>
      </w:hyperlink>
      <w:r w:rsidRPr="00D432AB">
        <w:rPr>
          <w:i/>
          <w:sz w:val="16"/>
          <w:szCs w:val="16"/>
        </w:rPr>
        <w:t>.</w:t>
      </w:r>
      <w:r w:rsidRPr="00D432AB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D432AB" w:rsidRDefault="0062476B" w:rsidP="0062476B">
      <w:pPr>
        <w:pStyle w:val="FootnoteText"/>
        <w:rPr>
          <w:i/>
          <w:sz w:val="16"/>
          <w:szCs w:val="16"/>
        </w:rPr>
      </w:pPr>
      <w:r w:rsidRPr="00D432AB">
        <w:rPr>
          <w:rStyle w:val="FootnoteReference"/>
          <w:i/>
          <w:sz w:val="16"/>
          <w:szCs w:val="16"/>
        </w:rPr>
        <w:footnoteRef/>
      </w:r>
      <w:r w:rsidRPr="00D432AB">
        <w:rPr>
          <w:i/>
          <w:sz w:val="16"/>
          <w:szCs w:val="16"/>
        </w:rPr>
        <w:t xml:space="preserve"> Znanje vašega drugega uradnega jezika EU ustreza vsaj stopnji B2, opredeljeni v skupnem evropskem referenčnem okviru za jezike (CEFR).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Preglednica upravičenosti</w:t>
          </w:r>
        </w:p>
        <w:p w14:paraId="413A0853" w14:textId="69A9EE0E" w:rsidR="000B6456" w:rsidRPr="00A548A2" w:rsidRDefault="000B6456" w:rsidP="00D432AB">
          <w:pPr>
            <w:pStyle w:val="Header"/>
          </w:pPr>
          <w:r>
            <w:t>ERA/AD/201</w:t>
          </w:r>
          <w:r w:rsidR="00D432AB">
            <w:t>6</w:t>
          </w:r>
          <w:r>
            <w:t>/00</w:t>
          </w:r>
          <w:r w:rsidR="00D432AB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461D80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461D80" w:rsidRDefault="000F63C6" w:rsidP="008B38C0">
          <w:r>
            <w:t>&lt;Vrsta dok.&gt;</w:t>
          </w:r>
        </w:p>
        <w:p w14:paraId="413A085A" w14:textId="77777777" w:rsidR="000F63C6" w:rsidRPr="00461D80" w:rsidRDefault="000F63C6" w:rsidP="008B38C0">
          <w:r>
            <w:t>&lt;Oznaka&gt; V&lt;x.y&gt;</w:t>
          </w:r>
        </w:p>
      </w:tc>
    </w:tr>
  </w:tbl>
  <w:p w14:paraId="413A085C" w14:textId="77777777" w:rsidR="000F63C6" w:rsidRPr="00E8730E" w:rsidRDefault="000F63C6" w:rsidP="00917656">
    <w:pPr>
      <w:pStyle w:val="Header"/>
      <w:rPr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20EE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337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C6DF3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D0968"/>
    <w:rsid w:val="00AF4A5E"/>
    <w:rsid w:val="00AF7AA7"/>
    <w:rsid w:val="00B32231"/>
    <w:rsid w:val="00B34F19"/>
    <w:rsid w:val="00B3711F"/>
    <w:rsid w:val="00B63C14"/>
    <w:rsid w:val="00B67327"/>
    <w:rsid w:val="00B71389"/>
    <w:rsid w:val="00B7256B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32AB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sl-SI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sl-SI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sl-SI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sl-SI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sl-SI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sl-SI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sl-SI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sl-SI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sl-SI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sl-S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sl-SI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sl-SI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en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b1d52ad1-4fc8-48e5-9ebf-c709b056ed17" ContentTypeId="0x010100CA9806D3932DA942ADAA782981EB548D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6a99a24ad8d40daa6faef244685dc8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05. Evaluation, Management and Resources</TermName>
          <TermId xmlns="http://schemas.microsoft.com/office/infopath/2007/PartnerControls">9f9117f7-1e8b-4faa-b934-61c8eb6161ac</TermId>
        </TermInfo>
      </Terms>
    </d6a99a24ad8d40daa6faef244685dc83>
    <g337828d867743cab065af36c4e1a31c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S＆R - Selection and recruitment</TermName>
          <TermId xmlns="http://schemas.microsoft.com/office/infopath/2007/PartnerControls">88a78719-22ab-4e52-ba37-ae87d0b85042</TermId>
        </TermInfo>
      </Terms>
    </g337828d867743cab065af36c4e1a31c>
    <gf147c1d654543abacff4a31dfc4562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1. ERA</TermName>
          <TermId xmlns="http://schemas.microsoft.com/office/infopath/2007/PartnerControls">8287c6ea-6f12-4bfd-9fc9-6825fce534f5</TermId>
        </TermInfo>
      </Terms>
    </gf147c1d654543abacff4a31dfc45623>
    <TaxCatchAll xmlns="37dc432a-8ebf-4af5-8237-268edd3a8664">
      <Value>141</Value>
      <Value>491</Value>
      <Value>365</Value>
      <Value>429</Value>
    </TaxCatchAll>
    <h70713ed90ce4adeabe454f2aabfa4ef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f9805cef-7ec0-4f87-91fb-b4e5914d84f1</TermId>
        </TermInfo>
      </Terms>
    </h70713ed90ce4adeabe454f2aabfa4ef>
    <_dlc_DocId xmlns="37dc432a-8ebf-4af5-8237-268edd3a8664">ERAINT-334-249</_dlc_DocId>
    <_dlc_DocIdUrl xmlns="37dc432a-8ebf-4af5-8237-268edd3a8664">
      <Url>http://intranet.era.europa.eu/Quality/_layouts/DocIdRedir.aspx?ID=ERAINT-334-249</Url>
      <Description>ERAINT-334-249</Description>
    </_dlc_DocIdUrl>
    <Project_x0020_Code xmlns="37dc432a-8ebf-4af5-8237-268edd3a8664" xsi:nil="true"/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F742A-3758-4E38-A3BB-678DFFFCBFAF}"/>
</file>

<file path=customXml/itemProps2.xml><?xml version="1.0" encoding="utf-8"?>
<ds:datastoreItem xmlns:ds="http://schemas.openxmlformats.org/officeDocument/2006/customXml" ds:itemID="{3FF9684F-6560-457B-A84E-E8C8413D2682}"/>
</file>

<file path=customXml/itemProps3.xml><?xml version="1.0" encoding="utf-8"?>
<ds:datastoreItem xmlns:ds="http://schemas.openxmlformats.org/officeDocument/2006/customXml" ds:itemID="{115873A8-DB66-46E0-96F1-F498EFFC1C6D}"/>
</file>

<file path=customXml/itemProps4.xml><?xml version="1.0" encoding="utf-8"?>
<ds:datastoreItem xmlns:ds="http://schemas.openxmlformats.org/officeDocument/2006/customXml" ds:itemID="{11B4031D-7927-46EB-84DF-178D82AF97F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51F742A-3758-4E38-A3BB-678DFFFCBFAF}">
  <ds:schemaRefs>
    <ds:schemaRef ds:uri="37dc432a-8ebf-4af5-8237-268edd3a8664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0543C7C7-BA21-44B6-A59D-7F41DBF51C33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6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Translation Centre</Company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Translation Centre</dc:creator>
  <cp:lastModifiedBy>European Railway Agency</cp:lastModifiedBy>
  <cp:revision>4</cp:revision>
  <cp:lastPrinted>2015-10-02T13:20:00Z</cp:lastPrinted>
  <dcterms:created xsi:type="dcterms:W3CDTF">2016-03-23T10:54:00Z</dcterms:created>
  <dcterms:modified xsi:type="dcterms:W3CDTF">2016-03-31T08:01:00Z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