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TINKAMUMO ANKETA</w:t>
      </w:r>
    </w:p>
    <w:p w14:paraId="7F9930CD" w14:textId="0BAC284D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Kvietimas teikti paraiškas Išteklių ir paramos </w:t>
      </w:r>
      <w:r w:rsidR="006E1968">
        <w:rPr>
          <w:rFonts w:ascii="Calibri" w:eastAsiaTheme="majorEastAsia" w:hAnsi="Calibri" w:cstheme="majorBidi"/>
          <w:i/>
          <w:color w:val="0C4DA2"/>
          <w:spacing w:val="15"/>
          <w:sz w:val="32"/>
        </w:rPr>
        <w:t>departamento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 žmogiškųjų išteklių vadovo </w:t>
      </w:r>
      <w:r w:rsidR="003F2730">
        <w:rPr>
          <w:rFonts w:ascii="Calibri" w:eastAsiaTheme="majorEastAsia" w:hAnsi="Calibri" w:cstheme="majorBidi"/>
          <w:i/>
          <w:color w:val="0C4DA2"/>
          <w:spacing w:val="15"/>
          <w:sz w:val="32"/>
        </w:rPr>
        <w:t>– laikinojo darbuotojo 2(f) (AD8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 – pareigybei užimti, taip pat siekiant sudaryti rezervo sąrašą</w:t>
      </w:r>
    </w:p>
    <w:p w14:paraId="32F22109" w14:textId="13016EF9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3F2730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3F2730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Pavardė (didžiosiomis raidėmis)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Vardas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Kur išgirdote ir (arba) perskaitėte šį skelbimą apie pareigybę?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TINKAMUMO KRITERIJAI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Turiu universitetinį išsilavinimą (pageidautina, kad jis būtų žmogiškųjų išteklių valdymo, ekonomikos, psichologijos, verslo administravimo, teisės arba panašioje srityje).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Universitetinių studijų trukmė. </w:t>
            </w:r>
            <w:r>
              <w:rPr>
                <w:b/>
              </w:rPr>
              <w:t>Nurodykite metų skaičių.</w:t>
            </w:r>
          </w:p>
        </w:tc>
        <w:tc>
          <w:tcPr>
            <w:tcW w:w="514" w:type="pct"/>
          </w:tcPr>
          <w:p w14:paraId="4F4A8672" w14:textId="17EABA1F" w:rsidR="0062476B" w:rsidRPr="00CE14F4" w:rsidRDefault="00BC286D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</w:tcPr>
          <w:p w14:paraId="2557CA01" w14:textId="22F2F3BB" w:rsidR="0062476B" w:rsidRPr="00CE14F4" w:rsidRDefault="00BC286D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3BAD7E35" w:rsidR="0062476B" w:rsidRDefault="0062476B" w:rsidP="00604785">
            <w:pPr>
              <w:spacing w:before="120"/>
            </w:pPr>
            <w:r>
              <w:t xml:space="preserve">Turiu diplomu patvirtintą </w:t>
            </w:r>
            <w:r w:rsidR="00BC286D" w:rsidRPr="002E0D2C">
              <w:rPr>
                <w:color w:val="002034" w:themeColor="text1"/>
              </w:rPr>
              <w:t>išsilavinimo lygį</w:t>
            </w:r>
            <w:r>
              <w:t xml:space="preserve">, atitinkantį užbaigtas universitetines studijas, kai įprastinė universitetinių studijų trukmė yra </w:t>
            </w:r>
            <w:r w:rsidR="003F2730">
              <w:rPr>
                <w:b/>
              </w:rPr>
              <w:t>4</w:t>
            </w:r>
            <w:r>
              <w:rPr>
                <w:b/>
              </w:rPr>
              <w:t xml:space="preserve"> metai</w:t>
            </w:r>
            <w:r>
              <w:t xml:space="preserve"> arba daugiau, ir po jų įgytą </w:t>
            </w:r>
            <w:r>
              <w:rPr>
                <w:u w:val="single"/>
              </w:rPr>
              <w:t xml:space="preserve">bent </w:t>
            </w:r>
            <w:r w:rsidR="003F2730">
              <w:rPr>
                <w:u w:val="single"/>
              </w:rPr>
              <w:t>9</w:t>
            </w:r>
            <w:r>
              <w:rPr>
                <w:u w:val="single"/>
              </w:rPr>
              <w:t xml:space="preserve"> metų</w:t>
            </w:r>
            <w:r>
              <w:t xml:space="preserve"> profesinę patirtį.</w:t>
            </w:r>
          </w:p>
          <w:p w14:paraId="40ADC833" w14:textId="7743C253" w:rsidR="0062476B" w:rsidRDefault="0062476B" w:rsidP="00604785">
            <w:pPr>
              <w:spacing w:before="120"/>
            </w:pPr>
            <w:r>
              <w:t xml:space="preserve">Turiu diplomu patvirtintą </w:t>
            </w:r>
            <w:r w:rsidR="00BC286D" w:rsidRPr="002E0D2C">
              <w:rPr>
                <w:color w:val="002034" w:themeColor="text1"/>
              </w:rPr>
              <w:t>išsilavinimo lygį</w:t>
            </w:r>
            <w:bookmarkStart w:id="0" w:name="_GoBack"/>
            <w:bookmarkEnd w:id="0"/>
            <w:r>
              <w:t xml:space="preserve">, atitinkantį užbaigtas universitetines studijas, kai įprastinė universitetinių studijų trukmė yra </w:t>
            </w:r>
            <w:r w:rsidR="003F2730">
              <w:rPr>
                <w:b/>
              </w:rPr>
              <w:t>3</w:t>
            </w:r>
            <w:r>
              <w:rPr>
                <w:b/>
              </w:rPr>
              <w:t xml:space="preserve"> metai</w:t>
            </w:r>
            <w:r>
              <w:t xml:space="preserve"> arba daugiau, ir po jų įgytą </w:t>
            </w:r>
            <w:r>
              <w:rPr>
                <w:u w:val="single"/>
              </w:rPr>
              <w:t xml:space="preserve">bent </w:t>
            </w:r>
            <w:r w:rsidR="003F2730">
              <w:rPr>
                <w:u w:val="single"/>
              </w:rPr>
              <w:t>10</w:t>
            </w:r>
            <w:r>
              <w:rPr>
                <w:u w:val="single"/>
              </w:rPr>
              <w:t xml:space="preserve"> metų</w:t>
            </w:r>
            <w:r>
              <w:t xml:space="preserve"> profesinę patirtį.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Profesinės patirties, įgijus universitetinį kvalifikacinį laipsnį, metų skaičius</w:t>
            </w:r>
            <w:r>
              <w:rPr>
                <w:color w:val="auto"/>
              </w:rPr>
              <w:t>.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Nurodykite.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Profesinės patirties einant su aprašyta (-</w:t>
            </w:r>
            <w:proofErr w:type="spellStart"/>
            <w:r>
              <w:t>omis</w:t>
            </w:r>
            <w:proofErr w:type="spellEnd"/>
            <w:r>
              <w:t>) pareigybe, užduotimis ir (arba) atsakomybe susijusias pareigas metų skaičius.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Nurodykite.</w:t>
            </w:r>
          </w:p>
        </w:tc>
        <w:tc>
          <w:tcPr>
            <w:tcW w:w="514" w:type="pct"/>
          </w:tcPr>
          <w:p w14:paraId="0AD6C19B" w14:textId="77777777" w:rsidR="0062476B" w:rsidRDefault="00BC286D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BC286D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</w:tcPr>
          <w:p w14:paraId="4AC25A36" w14:textId="77777777" w:rsidR="0062476B" w:rsidRDefault="00BC286D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BC286D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9230B1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Labai gerai moku kurią nors iš Europos Sąjungos oficialiųjų kalbų</w:t>
            </w:r>
            <w:r>
              <w:rPr>
                <w:rStyle w:val="FootnoteReference"/>
              </w:rPr>
              <w:footnoteReference w:id="1"/>
            </w:r>
            <w:r>
              <w:t xml:space="preserve"> ir patenkinamai moku dar vieną Europos Sąjungos kalbą</w:t>
            </w:r>
            <w:r>
              <w:rPr>
                <w:rStyle w:val="FootnoteReference"/>
              </w:rPr>
              <w:footnoteReference w:id="2"/>
            </w:r>
            <w:r>
              <w:t xml:space="preserve"> tiek, kiek reikia su pareigybe susijusioms pareigoms atlikti.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9230B1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Esu Europos Sąjungos valstybės narės, Islandijos, Lichtenšteino arba Norvegijos pilietis (-ė).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lastRenderedPageBreak/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Naudojuosi visomis piliečio teisėmis.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BC286D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9230B1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Esu įvykdęs (-</w:t>
            </w:r>
            <w:proofErr w:type="spellStart"/>
            <w:r>
              <w:t>iusi</w:t>
            </w:r>
            <w:proofErr w:type="spellEnd"/>
            <w:r>
              <w:t>) visas taikomais karo tarnybos įstatymais nustatytas prievoles.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Pasižymiu pareigoms eiti reikiamomis charakterio savybėmis.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Esu fiziškai tinkamas (-a) su pareigybe susijusioms pareigoms atlikti.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PAGRINDINIAI ATRANKOS KRITERIJAI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6808D220" w:rsidR="0062476B" w:rsidRPr="00CE14F4" w:rsidRDefault="0062476B" w:rsidP="003F2730">
            <w:pPr>
              <w:tabs>
                <w:tab w:val="left" w:pos="1703"/>
              </w:tabs>
              <w:spacing w:before="120"/>
            </w:pPr>
            <w:r>
              <w:t xml:space="preserve">Turiu bent </w:t>
            </w:r>
            <w:r w:rsidR="003F2730">
              <w:t>9</w:t>
            </w:r>
            <w:r>
              <w:t xml:space="preserve"> metų su žmogiškaisiais ištekliais susijusios patirties, iš jų bent penkerių metų patirtį einant grupės vadovo arba vadovaujamas pareigas.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Gerai išmanau pareigų apraše nurodytas žmogiškųjų išteklių sritis ir turiu susijusios darbo patirties.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 xml:space="preserve">Turiu puikius sprendimų priėmimo gebėjimus ir gebu strategiškai </w:t>
            </w:r>
            <w:proofErr w:type="spellStart"/>
            <w:r>
              <w:t>mastyti</w:t>
            </w:r>
            <w:proofErr w:type="spellEnd"/>
            <w:r>
              <w:t>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Turiu puikius planavimo ir organizacinius gebėjimus.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Turiu analitinius gebėjimus ir moku analitiškai ieškoti sprendimų.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Labai gerai moku anglų kalbą (ji yra Agentūros vidaus darbo kalba).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 xml:space="preserve">Puikiai gebu bendradarbiauti visais </w:t>
            </w:r>
            <w:proofErr w:type="spellStart"/>
            <w:r>
              <w:t>daugiakultūrės</w:t>
            </w:r>
            <w:proofErr w:type="spellEnd"/>
            <w:r>
              <w:t xml:space="preserve"> aplinkos lygmenimis, bendradarbiauti ir aiškiai paaiškinti koncepcijas ir planus Agentūros vidaus ir išorės suinteresuotiesiems subjektams.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Turiu puikius derybų įgūdžius.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 xml:space="preserve">Turiu puikius bendravimo, pirmiausia – </w:t>
            </w:r>
            <w:proofErr w:type="spellStart"/>
            <w:r>
              <w:t>empatinius</w:t>
            </w:r>
            <w:proofErr w:type="spellEnd"/>
            <w:r>
              <w:t xml:space="preserve"> įgūdžius.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Moku gerai įtikinti ir motyvuoti.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Vadovaujuosi gera žmogiškųjų išteklių etika ir principais.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Esu motyvuotas (-a) ir dinamiškas (-a), gerai sugebu dirbti komandoje.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Labai gerai moku naudotis taikomosiomis „MS Office“ programomis, pirmiausia „MS Word“ ir „MS Excel“.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BC286D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ATRANKOS KRITERIJAI. PRANAŠUMAI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Turiu akademinį išsilavinimą ir pasirengimą žmogiškųjų išteklių valdymo arba panašioje srityje.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Turiu profesinės darbo Europos Sąjungos arba kitoje tarptautinėje viešojo administravimo institucijoje patirties.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Turiu profesinės žmogiškųjų išteklių valdymo kurioje nors ES agentūroje arba institucijoje patirties.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Gerai išmanau ES žmogiškųjų išteklių teisės aktus (Tarnybos nuostatus ir kitų tarnautojų įdarbinimo sąlygas, taip pat susijusias įgyvendinimo taisykles).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Turiu kokybės ir pakeitimų valdymo patirties.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Moku prancūzų kalbą.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Pareiškiu, kad motyvaciniame laiške ir gyvenimo aprašyme (CV) pateikti duomenys yra teisingi.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Taip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BC286D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BC286D">
      <w:t>2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BC286D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3F2730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3F2730">
        <w:rPr>
          <w:rStyle w:val="FootnoteReference"/>
          <w:i/>
          <w:sz w:val="16"/>
          <w:szCs w:val="16"/>
        </w:rPr>
        <w:footnoteRef/>
      </w:r>
      <w:r w:rsidRPr="003F2730">
        <w:rPr>
          <w:i/>
          <w:sz w:val="16"/>
          <w:szCs w:val="16"/>
        </w:rPr>
        <w:t xml:space="preserve"> Jūsų gimtoji kalba arba kita oficialioji ES kalba, kurią labai gerai mokate ir kurios mokėjimo lygis atitinka C1 lygį, kaip apibrėžta Bendroje Europos kalbų mokėjimo orientacinėje sistemoje (CEFR), žr. </w:t>
      </w:r>
      <w:hyperlink r:id="rId1">
        <w:r w:rsidRPr="003F2730">
          <w:rPr>
            <w:rStyle w:val="Hyperlink"/>
            <w:i/>
            <w:color w:val="002034" w:themeColor="text1"/>
            <w:sz w:val="16"/>
            <w:szCs w:val="16"/>
          </w:rPr>
          <w:t>http://europass.cedefop.europa.eu/lt/resources/european-language-levels-cefr</w:t>
        </w:r>
      </w:hyperlink>
      <w:r w:rsidRPr="003F2730">
        <w:rPr>
          <w:i/>
          <w:sz w:val="16"/>
          <w:szCs w:val="16"/>
        </w:rPr>
        <w:t>.</w:t>
      </w:r>
      <w:r w:rsidRPr="003F2730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3F2730" w:rsidRDefault="0062476B" w:rsidP="0062476B">
      <w:pPr>
        <w:pStyle w:val="FootnoteText"/>
        <w:rPr>
          <w:i/>
          <w:sz w:val="16"/>
          <w:szCs w:val="16"/>
        </w:rPr>
      </w:pPr>
      <w:r w:rsidRPr="003F2730">
        <w:rPr>
          <w:rStyle w:val="FootnoteReference"/>
          <w:i/>
          <w:sz w:val="16"/>
          <w:szCs w:val="16"/>
        </w:rPr>
        <w:footnoteRef/>
      </w:r>
      <w:r w:rsidRPr="003F2730">
        <w:rPr>
          <w:i/>
          <w:sz w:val="16"/>
          <w:szCs w:val="16"/>
        </w:rPr>
        <w:t xml:space="preserve"> Jūsų antrosios oficialiosios ES kalbos mokėjimo lygis atitinka bent B2 lygį, kaip apibrėžta Bendroje Europos kalbų mokėjimo orientacinėje sistemoje (CEFR).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Tinkamumo anketa</w:t>
          </w:r>
        </w:p>
        <w:p w14:paraId="413A0853" w14:textId="5D16ADAD" w:rsidR="000B6456" w:rsidRPr="00A548A2" w:rsidRDefault="000B6456" w:rsidP="003F2730">
          <w:pPr>
            <w:pStyle w:val="Header"/>
          </w:pPr>
          <w:r>
            <w:t>ERA/AD/201</w:t>
          </w:r>
          <w:r w:rsidR="003F2730">
            <w:t>6</w:t>
          </w:r>
          <w:r>
            <w:t>/00</w:t>
          </w:r>
          <w:r w:rsidR="003F2730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&lt;Type of doc.&gt;</w:t>
          </w:r>
        </w:p>
        <w:p w14:paraId="413A085A" w14:textId="77777777" w:rsidR="000F63C6" w:rsidRPr="00461D80" w:rsidRDefault="000F63C6" w:rsidP="008B38C0">
          <w:r>
            <w:t>&lt;</w:t>
          </w:r>
          <w:proofErr w:type="spellStart"/>
          <w:r>
            <w:t>Code</w:t>
          </w:r>
          <w:proofErr w:type="spellEnd"/>
          <w:r>
            <w:t>&gt; V&lt;</w:t>
          </w:r>
          <w:proofErr w:type="spellStart"/>
          <w:r>
            <w:t>x.y</w:t>
          </w:r>
          <w:proofErr w:type="spellEnd"/>
          <w:r>
            <w:t>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2730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1968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A079B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230B1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286D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lt-LT" w:bidi="lt-LT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lt-LT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lt-LT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lt-LT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lt-LT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lt-LT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lt-LT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lt-LT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lt-LT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lt-LT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lt-LT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lt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Technical Document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6a99a24ad8d40daa6faef244685dc8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05. Evaluation, Management and Resources</TermName>
          <TermId xmlns="http://schemas.microsoft.com/office/infopath/2007/PartnerControls">9f9117f7-1e8b-4faa-b934-61c8eb6161ac</TermId>
        </TermInfo>
      </Terms>
    </d6a99a24ad8d40daa6faef244685dc83>
    <g337828d867743cab065af36c4e1a31c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S＆R - Selection and recruitment</TermName>
          <TermId xmlns="http://schemas.microsoft.com/office/infopath/2007/PartnerControls">88a78719-22ab-4e52-ba37-ae87d0b85042</TermId>
        </TermInfo>
      </Terms>
    </g337828d867743cab065af36c4e1a31c>
    <gf147c1d654543abacff4a31dfc4562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1. ERA</TermName>
          <TermId xmlns="http://schemas.microsoft.com/office/infopath/2007/PartnerControls">8287c6ea-6f12-4bfd-9fc9-6825fce534f5</TermId>
        </TermInfo>
      </Terms>
    </gf147c1d654543abacff4a31dfc45623>
    <TaxCatchAll xmlns="37dc432a-8ebf-4af5-8237-268edd3a8664">
      <Value>141</Value>
      <Value>491</Value>
      <Value>365</Value>
      <Value>429</Value>
    </TaxCatchAll>
    <h70713ed90ce4adeabe454f2aabfa4ef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f9805cef-7ec0-4f87-91fb-b4e5914d84f1</TermId>
        </TermInfo>
      </Terms>
    </h70713ed90ce4adeabe454f2aabfa4ef>
    <_dlc_DocId xmlns="37dc432a-8ebf-4af5-8237-268edd3a8664">ERAINT-334-249</_dlc_DocId>
    <_dlc_DocIdUrl xmlns="37dc432a-8ebf-4af5-8237-268edd3a8664">
      <Url>http://intranet.era.europa.eu/Quality/_layouts/DocIdRedir.aspx?ID=ERAINT-334-249</Url>
      <Description>ERAINT-334-249</Description>
    </_dlc_DocIdUrl>
    <Project_x0020_Code xmlns="37dc432a-8ebf-4af5-8237-268edd3a8664" xsi:nil="true"/>
  </documentManagement>
</p:properties>
</file>

<file path=customXml/item5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F742A-3758-4E38-A3BB-678DFFFCBFAF}"/>
</file>

<file path=customXml/itemProps2.xml><?xml version="1.0" encoding="utf-8"?>
<ds:datastoreItem xmlns:ds="http://schemas.openxmlformats.org/officeDocument/2006/customXml" ds:itemID="{F619DD04-661A-4233-B796-6D7599712537}"/>
</file>

<file path=customXml/itemProps3.xml><?xml version="1.0" encoding="utf-8"?>
<ds:datastoreItem xmlns:ds="http://schemas.openxmlformats.org/officeDocument/2006/customXml" ds:itemID="{115873A8-DB66-46E0-96F1-F498EFFC1C6D}"/>
</file>

<file path=customXml/itemProps4.xml><?xml version="1.0" encoding="utf-8"?>
<ds:datastoreItem xmlns:ds="http://schemas.openxmlformats.org/officeDocument/2006/customXml" ds:itemID="{451F742A-3758-4E38-A3BB-678DFFFCBFAF}">
  <ds:schemaRefs>
    <ds:schemaRef ds:uri="37dc432a-8ebf-4af5-8237-268edd3a8664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11B4031D-7927-46EB-84DF-178D82AF97F5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40549C68-5999-4B8A-91FD-9D9C3F9F24E6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3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5</cp:revision>
  <cp:lastPrinted>2015-10-02T13:20:00Z</cp:lastPrinted>
  <dcterms:created xsi:type="dcterms:W3CDTF">2016-03-23T10:53:00Z</dcterms:created>
  <dcterms:modified xsi:type="dcterms:W3CDTF">2016-03-31T11:31:00Z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