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GRIGLIA DI AMMISSIBILITÀ</w:t>
      </w:r>
    </w:p>
    <w:p w14:paraId="7F9930CD" w14:textId="66D2183B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 xml:space="preserve">Invito a presentare candidature per un posto di responsabile delle risorse umane nell'unità Risorse e sostegno ― agente temporaneo </w:t>
      </w:r>
      <w:r w:rsidR="00F5268B">
        <w:rPr>
          <w:rFonts w:ascii="Calibri" w:eastAsiaTheme="majorEastAsia" w:hAnsi="Calibri" w:cstheme="majorBidi"/>
          <w:i/>
          <w:color w:val="0C4DA2"/>
          <w:spacing w:val="15"/>
          <w:sz w:val="32"/>
        </w:rPr>
        <w:t>2</w:t>
      </w:r>
      <w:r w:rsidR="00A702B7">
        <w:rPr>
          <w:rFonts w:ascii="Calibri" w:eastAsiaTheme="majorEastAsia" w:hAnsi="Calibri" w:cstheme="majorBidi"/>
          <w:i/>
          <w:color w:val="0C4DA2"/>
          <w:spacing w:val="15"/>
          <w:sz w:val="32"/>
        </w:rPr>
        <w:t>(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f) (AD</w:t>
      </w:r>
      <w:r w:rsidR="00933E8C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― ai fini ulteriori della costituzione di un elenco di riserva</w:t>
      </w:r>
    </w:p>
    <w:p w14:paraId="32F22109" w14:textId="600BB87E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933E8C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933E8C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Cognome (in lettere maiuscole):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Nome: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Dove ha sentito/letto l'annuncio relativo a questo posto vacante: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CRITERI DI AMMISSIBILITÀ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Ho una laurea universitaria preferibilmente in gestione delle risorse umane, economia, psicologia, amministrazione aziendale, giurisprudenza o una disciplina simile.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Periodo degli studi universitari: </w:t>
            </w:r>
            <w:r>
              <w:rPr>
                <w:b/>
              </w:rPr>
              <w:t>specificare il numero di anni:</w:t>
            </w:r>
          </w:p>
        </w:tc>
        <w:tc>
          <w:tcPr>
            <w:tcW w:w="514" w:type="pct"/>
          </w:tcPr>
          <w:p w14:paraId="4F4A8672" w14:textId="17EABA1F" w:rsidR="0062476B" w:rsidRPr="00CE14F4" w:rsidRDefault="00F5268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</w:tcPr>
          <w:p w14:paraId="2557CA01" w14:textId="22F2F3BB" w:rsidR="0062476B" w:rsidRPr="00CE14F4" w:rsidRDefault="00F5268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7723B59B" w:rsidR="0062476B" w:rsidRDefault="0062476B" w:rsidP="00604785">
            <w:pPr>
              <w:spacing w:before="120"/>
            </w:pPr>
            <w:r>
              <w:t xml:space="preserve">Ho un livello di studi corrispondente a una formazione universitaria completa attestata da un diploma, quando la durata normale di tali studi </w:t>
            </w:r>
            <w:r w:rsidR="008B78EE" w:rsidRPr="00726B3F">
              <w:rPr>
                <w:color w:val="002034" w:themeColor="text1"/>
              </w:rPr>
              <w:t>di</w:t>
            </w:r>
            <w:r w:rsidRPr="00726B3F">
              <w:rPr>
                <w:color w:val="002034" w:themeColor="text1"/>
              </w:rPr>
              <w:t xml:space="preserve"> </w:t>
            </w:r>
            <w:r w:rsidR="00933E8C" w:rsidRPr="00726B3F">
              <w:rPr>
                <w:b/>
                <w:color w:val="002034" w:themeColor="text1"/>
              </w:rPr>
              <w:t>4</w:t>
            </w:r>
            <w:r w:rsidRPr="00726B3F">
              <w:rPr>
                <w:b/>
                <w:color w:val="002034" w:themeColor="text1"/>
              </w:rPr>
              <w:t> anni</w:t>
            </w:r>
            <w:r w:rsidR="008B78EE" w:rsidRPr="00726B3F">
              <w:rPr>
                <w:b/>
                <w:color w:val="002034" w:themeColor="text1"/>
              </w:rPr>
              <w:t xml:space="preserve"> </w:t>
            </w:r>
            <w:r w:rsidR="008B78EE">
              <w:t>o più</w:t>
            </w:r>
            <w:r>
              <w:t xml:space="preserve">, seguiti da </w:t>
            </w:r>
            <w:r>
              <w:rPr>
                <w:u w:val="single"/>
              </w:rPr>
              <w:t xml:space="preserve">almeno </w:t>
            </w:r>
            <w:r w:rsidR="00933E8C">
              <w:rPr>
                <w:u w:val="single"/>
              </w:rPr>
              <w:t>9</w:t>
            </w:r>
            <w:r>
              <w:rPr>
                <w:u w:val="single"/>
              </w:rPr>
              <w:t> anni</w:t>
            </w:r>
            <w:r>
              <w:t xml:space="preserve"> di esperienza professionale.</w:t>
            </w:r>
          </w:p>
          <w:p w14:paraId="40ADC833" w14:textId="5A74AB78" w:rsidR="0062476B" w:rsidRDefault="0062476B" w:rsidP="00604785">
            <w:pPr>
              <w:spacing w:before="120"/>
            </w:pPr>
            <w:r>
              <w:t xml:space="preserve">Ho un livello di studi corrispondente a una formazione universitaria completa attestata da un diploma, quando la durata normale di tali studi è di almeno </w:t>
            </w:r>
            <w:r w:rsidR="00933E8C">
              <w:rPr>
                <w:b/>
              </w:rPr>
              <w:t>3</w:t>
            </w:r>
            <w:r>
              <w:rPr>
                <w:b/>
              </w:rPr>
              <w:t> anni</w:t>
            </w:r>
            <w:r>
              <w:t xml:space="preserve">, seguiti da </w:t>
            </w:r>
            <w:r>
              <w:rPr>
                <w:u w:val="single"/>
              </w:rPr>
              <w:t xml:space="preserve">almeno </w:t>
            </w:r>
            <w:r w:rsidR="00933E8C">
              <w:rPr>
                <w:u w:val="single"/>
              </w:rPr>
              <w:t>10</w:t>
            </w:r>
            <w:r>
              <w:rPr>
                <w:u w:val="single"/>
              </w:rPr>
              <w:t> anni</w:t>
            </w:r>
            <w:r>
              <w:t xml:space="preserve"> di esperienza professionale.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r>
              <w:t>Numero di anni di esperienza professionale successivi al conseguimento della laurea:</w:t>
            </w:r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Specificare:</w:t>
            </w:r>
          </w:p>
          <w:p w14:paraId="74A74827" w14:textId="72C746FB" w:rsidR="0062476B" w:rsidRDefault="0062476B" w:rsidP="00604785">
            <w:pPr>
              <w:spacing w:before="120" w:after="0"/>
            </w:pPr>
            <w:r>
              <w:t>Numero di anni di esperienza professionale in posizioni aventi attinenza con la posizione e i compiti/le responsabilità descritti:</w:t>
            </w:r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Specificare:</w:t>
            </w:r>
          </w:p>
        </w:tc>
        <w:tc>
          <w:tcPr>
            <w:tcW w:w="514" w:type="pct"/>
          </w:tcPr>
          <w:p w14:paraId="0AD6C19B" w14:textId="77777777" w:rsidR="0062476B" w:rsidRDefault="00F5268B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F5268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</w:tcPr>
          <w:p w14:paraId="4AC25A36" w14:textId="77777777" w:rsidR="0062476B" w:rsidRDefault="00F5268B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F5268B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Ho una conoscenza approfondita di una lingua ufficiale</w:t>
            </w:r>
            <w:r>
              <w:rPr>
                <w:rStyle w:val="FootnoteReference"/>
              </w:rPr>
              <w:footnoteReference w:id="1"/>
            </w:r>
            <w:r>
              <w:t xml:space="preserve"> dell'Unione europea e una conoscenza soddisfacente di un'altra lingua</w:t>
            </w:r>
            <w:r>
              <w:rPr>
                <w:rStyle w:val="FootnoteReference"/>
              </w:rPr>
              <w:footnoteReference w:id="2"/>
            </w:r>
            <w:r>
              <w:t xml:space="preserve"> dell'Unione europea, nella misura necessaria alle funzioni da svolgere in questa posizione.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lastRenderedPageBreak/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Sono un cittadino di uno Stato membro dell'Unione europea, Islanda, Liechtenstein o Norvegia.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Godo di pieni diritti di cittadinanza.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F5268B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Sono in regola con le leggi applicabili in materia di obblighi militari.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Offro le garanzie di moralità richieste per le funzioni da svolgere.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Sono fisicamente idoneo all'esercizio delle funzioni collegate alla posizione.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CRITERI DI SELEZIONE - REQUISITI ESSENZIALI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466ED07F" w:rsidR="0062476B" w:rsidRPr="00CE14F4" w:rsidRDefault="0062476B" w:rsidP="00933E8C">
            <w:pPr>
              <w:tabs>
                <w:tab w:val="left" w:pos="1703"/>
              </w:tabs>
              <w:spacing w:before="120"/>
            </w:pPr>
            <w:r>
              <w:t xml:space="preserve">Ho almeno </w:t>
            </w:r>
            <w:r w:rsidR="00933E8C">
              <w:t>9</w:t>
            </w:r>
            <w:r>
              <w:t> anni di esperienza nel campo delle RU, di cui 5 nella posizione di responsabile di un gruppo o in una posizione direttiva.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Ho una buona conoscenza ed esperienza di lavoro pertinente nelle aree della gestione delle RU di cui alla descrizione delle mansioni.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Ho ottime capacità decisionali e di pensiero strategico.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Ho ottime capacità di pianificazione e organizzazione.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Ho capacità analitiche e un approccio analitico all'individuazione di soluzioni.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Ho una conoscenza approfondita dell'inglese (che è la lingua di lavoro interna dell'Agenzia).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Ho ottime capacità di comunicare a tutti i livelli in un ambiente multiculturale e la capacità di interagire e spiegare in modo chiaro concetti e piani all'interno e all'esterno dell'Agenzia.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Ho ottime capacità di negoziazione.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Ho ottime capacità relazionali, con particolare riguardo alla capacità di applicare competenze empatiche.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Ho spiccate capacità di influenza e motivazione.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Ho una buona etica e buoni principi nel campo delle RU.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Sono motivato e ho una personalità dinamica con forte attitudine al lavoro di gruppo.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Ho un'ottima conoscenza delle applicazioni MS Office, in particolare MS Word e MS Excel.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F5268B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6A988FD" w14:textId="77777777" w:rsidR="0062476B" w:rsidRPr="00F273DF" w:rsidRDefault="0062476B" w:rsidP="0062476B">
      <w:pPr>
        <w:spacing w:after="0"/>
      </w:pPr>
      <w:bookmarkStart w:id="0" w:name="_GoBack"/>
      <w:bookmarkEnd w:id="0"/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CRITERI DI SELEZIONE - REQUISITI PREFERENZIALI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Ho una formazione accademica e professionale nel campo della gestione delle risorse umane o in campi simili.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Ho esperienza professionale in un'amministrazione dell'UE o in un'altra amministrazione pubblica internazionale.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Ho esperienza professionale di gestione delle risorse umane in un'agenzia o istituzione dell'UE.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Ho una conoscenza approfondita delle norme dell'UE in materia di risorse umane (statuto dei funzionari e regime applicabile agli altri agenti dell'UE, nonché relative norme di attuazione).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Ho esperienza nella gestione della qualità e del cambiamento.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Conosco il francese.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Dichiaro che quanto indicato nella mia lettera di motivazione e nel mio CV è esatto.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Sì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F5268B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No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F5268B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F5268B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6A27A8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6A27A8">
        <w:rPr>
          <w:rStyle w:val="FootnoteReference"/>
          <w:i/>
          <w:sz w:val="16"/>
          <w:szCs w:val="16"/>
        </w:rPr>
        <w:footnoteRef/>
      </w:r>
      <w:r w:rsidRPr="006A27A8">
        <w:rPr>
          <w:i/>
          <w:sz w:val="16"/>
          <w:szCs w:val="16"/>
        </w:rPr>
        <w:t xml:space="preserve"> La lingua madre o un'altra lingua ufficiale dell'UE di cui si ha una conoscenza approfondita corrispondente al livello C1 quale definito nel Quadro comune europeo di riferimento per la conoscenza delle lingue (QCER) </w:t>
      </w:r>
      <w:hyperlink r:id="rId1">
        <w:r w:rsidRPr="006A27A8">
          <w:rPr>
            <w:rStyle w:val="Hyperlink"/>
            <w:i/>
            <w:color w:val="002034" w:themeColor="text1"/>
            <w:sz w:val="16"/>
            <w:szCs w:val="16"/>
          </w:rPr>
          <w:t>http://europass.cedefop.europa.eu/it/resources/european-language-levels-cefr</w:t>
        </w:r>
      </w:hyperlink>
      <w:r w:rsidRPr="006A27A8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6A27A8" w:rsidRDefault="0062476B" w:rsidP="0062476B">
      <w:pPr>
        <w:pStyle w:val="FootnoteText"/>
        <w:rPr>
          <w:i/>
          <w:sz w:val="16"/>
          <w:szCs w:val="16"/>
        </w:rPr>
      </w:pPr>
      <w:r w:rsidRPr="006A27A8">
        <w:rPr>
          <w:rStyle w:val="FootnoteReference"/>
          <w:i/>
          <w:sz w:val="16"/>
          <w:szCs w:val="16"/>
        </w:rPr>
        <w:footnoteRef/>
      </w:r>
      <w:r w:rsidRPr="006A27A8">
        <w:rPr>
          <w:i/>
          <w:sz w:val="16"/>
          <w:szCs w:val="16"/>
        </w:rPr>
        <w:t xml:space="preserve"> Conoscenza della seconda lingua ufficiale dell'UE corrispondente almeno al livello B2 quale definito nel Quadro comune europeo di riferimento per la conoscenza delle lingue (QCER).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Griglia di ammissibilità</w:t>
          </w:r>
        </w:p>
        <w:p w14:paraId="413A0853" w14:textId="2BDF2E9F" w:rsidR="000B6456" w:rsidRPr="00A548A2" w:rsidRDefault="000B6456" w:rsidP="00933E8C">
          <w:pPr>
            <w:pStyle w:val="Header"/>
          </w:pPr>
          <w:r>
            <w:t>ERA/AD/201</w:t>
          </w:r>
          <w:r w:rsidR="00933E8C">
            <w:t>6</w:t>
          </w:r>
          <w:r>
            <w:t>/00</w:t>
          </w:r>
          <w:r w:rsidR="00933E8C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F5268B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933E8C" w:rsidRDefault="000F63C6" w:rsidP="008B38C0">
          <w:pPr>
            <w:rPr>
              <w:lang w:val="en-US"/>
            </w:rPr>
          </w:pPr>
          <w:r w:rsidRPr="00933E8C">
            <w:rPr>
              <w:lang w:val="en-US"/>
            </w:rPr>
            <w:t>&lt;Type of doc.&gt;</w:t>
          </w:r>
        </w:p>
        <w:p w14:paraId="413A085A" w14:textId="77777777" w:rsidR="000F63C6" w:rsidRPr="00933E8C" w:rsidRDefault="000F63C6" w:rsidP="008B38C0">
          <w:pPr>
            <w:rPr>
              <w:lang w:val="en-US"/>
            </w:rPr>
          </w:pPr>
          <w:r w:rsidRPr="00933E8C">
            <w:rPr>
              <w:lang w:val="en-US"/>
            </w:rPr>
            <w:t>&lt;Code&gt; V&lt;</w:t>
          </w:r>
          <w:proofErr w:type="spellStart"/>
          <w:r w:rsidRPr="00933E8C">
            <w:rPr>
              <w:lang w:val="en-US"/>
            </w:rPr>
            <w:t>x.y</w:t>
          </w:r>
          <w:proofErr w:type="spellEnd"/>
          <w:r w:rsidRPr="00933E8C">
            <w:rPr>
              <w:lang w:val="en-US"/>
            </w:rPr>
            <w:t>&gt;</w:t>
          </w:r>
        </w:p>
      </w:tc>
    </w:tr>
  </w:tbl>
  <w:p w14:paraId="413A085C" w14:textId="77777777" w:rsidR="000F63C6" w:rsidRPr="00933E8C" w:rsidRDefault="000F63C6" w:rsidP="00917656">
    <w:pPr>
      <w:pStyle w:val="Header"/>
      <w:rPr>
        <w:szCs w:val="18"/>
        <w:lang w:val="en-US"/>
      </w:rPr>
    </w:pPr>
    <w:r w:rsidRPr="00933E8C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63378"/>
    <w:rsid w:val="00067E9F"/>
    <w:rsid w:val="0007198A"/>
    <w:rsid w:val="00084178"/>
    <w:rsid w:val="00093DC0"/>
    <w:rsid w:val="000A234F"/>
    <w:rsid w:val="000B31CB"/>
    <w:rsid w:val="000B6456"/>
    <w:rsid w:val="000C1108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27A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26B3F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B78EE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33E8C"/>
    <w:rsid w:val="0094076F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702B7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1C0E"/>
    <w:rsid w:val="00F5268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it-IT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it-IT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it-IT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it-IT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it-IT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it-IT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it-IT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it-IT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it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1d52ad1-4fc8-48e5-9ebf-c709b056ed17" ContentTypeId="0x010100CA9806D3932DA942ADAA782981EB548D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6a99a24ad8d40daa6faef244685dc8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05. Evaluation, Management and Resources</TermName>
          <TermId xmlns="http://schemas.microsoft.com/office/infopath/2007/PartnerControls">9f9117f7-1e8b-4faa-b934-61c8eb6161ac</TermId>
        </TermInfo>
      </Terms>
    </d6a99a24ad8d40daa6faef244685dc83>
    <g337828d867743cab065af36c4e1a31c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S＆R - Selection and recruitment</TermName>
          <TermId xmlns="http://schemas.microsoft.com/office/infopath/2007/PartnerControls">88a78719-22ab-4e52-ba37-ae87d0b85042</TermId>
        </TermInfo>
      </Terms>
    </g337828d867743cab065af36c4e1a31c>
    <gf147c1d654543abacff4a31dfc45623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1. ERA</TermName>
          <TermId xmlns="http://schemas.microsoft.com/office/infopath/2007/PartnerControls">8287c6ea-6f12-4bfd-9fc9-6825fce534f5</TermId>
        </TermInfo>
      </Terms>
    </gf147c1d654543abacff4a31dfc45623>
    <TaxCatchAll xmlns="37dc432a-8ebf-4af5-8237-268edd3a8664">
      <Value>141</Value>
      <Value>491</Value>
      <Value>365</Value>
      <Value>429</Value>
    </TaxCatchAll>
    <h70713ed90ce4adeabe454f2aabfa4ef xmlns="37dc432a-8ebf-4af5-8237-268edd3a86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_dlc_DocId xmlns="37dc432a-8ebf-4af5-8237-268edd3a8664">ERAINT-334-249</_dlc_DocId>
    <_dlc_DocIdUrl xmlns="37dc432a-8ebf-4af5-8237-268edd3a8664">
      <Url>http://intranet.era.europa.eu/Quality/_layouts/DocIdRedir.aspx?ID=ERAINT-334-249</Url>
      <Description>ERAINT-334-249</Description>
    </_dlc_DocIdUrl>
    <Project_x0020_Code xmlns="37dc432a-8ebf-4af5-8237-268edd3a8664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F742A-3758-4E38-A3BB-678DFFFCBFAF}"/>
</file>

<file path=customXml/itemProps2.xml><?xml version="1.0" encoding="utf-8"?>
<ds:datastoreItem xmlns:ds="http://schemas.openxmlformats.org/officeDocument/2006/customXml" ds:itemID="{57670F11-61A8-4BC7-B3C0-05529ACFCB5F}"/>
</file>

<file path=customXml/itemProps3.xml><?xml version="1.0" encoding="utf-8"?>
<ds:datastoreItem xmlns:ds="http://schemas.openxmlformats.org/officeDocument/2006/customXml" ds:itemID="{115873A8-DB66-46E0-96F1-F498EFFC1C6D}"/>
</file>

<file path=customXml/itemProps4.xml><?xml version="1.0" encoding="utf-8"?>
<ds:datastoreItem xmlns:ds="http://schemas.openxmlformats.org/officeDocument/2006/customXml" ds:itemID="{11B4031D-7927-46EB-84DF-178D82AF97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51F742A-3758-4E38-A3BB-678DFFFCBFAF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37dc432a-8ebf-4af5-8237-268edd3a8664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6.xml><?xml version="1.0" encoding="utf-8"?>
<ds:datastoreItem xmlns:ds="http://schemas.openxmlformats.org/officeDocument/2006/customXml" ds:itemID="{CBCFFC0E-3925-402E-9031-868AE8AD6DCC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4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8</cp:revision>
  <cp:lastPrinted>2015-10-02T13:20:00Z</cp:lastPrinted>
  <dcterms:created xsi:type="dcterms:W3CDTF">2016-03-23T10:52:00Z</dcterms:created>
  <dcterms:modified xsi:type="dcterms:W3CDTF">2016-03-31T16:33:00Z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